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CEFCD" w14:textId="77777777" w:rsidR="00601864" w:rsidRDefault="00601864" w:rsidP="005C648D">
      <w:pPr>
        <w:widowControl w:val="0"/>
        <w:spacing w:line="360" w:lineRule="auto"/>
      </w:pPr>
    </w:p>
    <w:p w14:paraId="2A3CEFCE" w14:textId="77777777" w:rsidR="005C648D" w:rsidRDefault="00315EA3" w:rsidP="005C648D">
      <w:pPr>
        <w:widowControl w:val="0"/>
        <w:spacing w:line="360" w:lineRule="auto"/>
      </w:pPr>
      <w:r>
        <w:t>OBSAH:</w:t>
      </w:r>
    </w:p>
    <w:p w14:paraId="2A3CEFCF" w14:textId="77777777" w:rsidR="005C648D" w:rsidRDefault="005C648D" w:rsidP="005C648D">
      <w:pPr>
        <w:widowControl w:val="0"/>
        <w:spacing w:line="360" w:lineRule="auto"/>
      </w:pPr>
    </w:p>
    <w:p w14:paraId="2A3CEFD0" w14:textId="77777777" w:rsidR="005C648D" w:rsidRDefault="00A061B2" w:rsidP="00A061B2">
      <w:pPr>
        <w:pStyle w:val="Odstavecseseznamem"/>
        <w:widowControl w:val="0"/>
        <w:numPr>
          <w:ilvl w:val="0"/>
          <w:numId w:val="15"/>
        </w:numPr>
        <w:spacing w:line="360" w:lineRule="auto"/>
      </w:pPr>
      <w:r>
        <w:t>IDENTIFIKAČNÍ ÚDAJE</w:t>
      </w:r>
    </w:p>
    <w:p w14:paraId="2A3CEFD1" w14:textId="6D112618" w:rsidR="00A061B2" w:rsidRDefault="005B2EF0" w:rsidP="00A061B2">
      <w:pPr>
        <w:pStyle w:val="Odstavecseseznamem"/>
        <w:widowControl w:val="0"/>
        <w:numPr>
          <w:ilvl w:val="0"/>
          <w:numId w:val="15"/>
        </w:numPr>
        <w:spacing w:line="360" w:lineRule="auto"/>
      </w:pPr>
      <w:r>
        <w:t>ČLENĚNÍ STAVBY NA OBJEKTY A TECHNICKÁ A TECHNOLOGICKÁ ZAŘÍZENÍ</w:t>
      </w:r>
    </w:p>
    <w:p w14:paraId="2A3CEFD2" w14:textId="1B1D9298" w:rsidR="00A061B2" w:rsidRDefault="005B2EF0" w:rsidP="00A061B2">
      <w:pPr>
        <w:pStyle w:val="Odstavecseseznamem"/>
        <w:widowControl w:val="0"/>
        <w:numPr>
          <w:ilvl w:val="0"/>
          <w:numId w:val="15"/>
        </w:numPr>
        <w:spacing w:line="360" w:lineRule="auto"/>
      </w:pPr>
      <w:r>
        <w:t>SEZNAM VSTUPNÍCH PODKLADŮ</w:t>
      </w:r>
    </w:p>
    <w:p w14:paraId="2A3CEFD5" w14:textId="3730660C" w:rsidR="005C648D" w:rsidRPr="00323F6C" w:rsidRDefault="005C648D" w:rsidP="00F6239A">
      <w:pPr>
        <w:pStyle w:val="Odstavecseseznamem"/>
        <w:numPr>
          <w:ilvl w:val="0"/>
          <w:numId w:val="16"/>
        </w:numPr>
        <w:tabs>
          <w:tab w:val="left" w:pos="539"/>
        </w:tabs>
        <w:spacing w:after="120" w:line="360" w:lineRule="auto"/>
        <w:contextualSpacing w:val="0"/>
        <w:rPr>
          <w:b/>
          <w:u w:val="single"/>
        </w:rPr>
      </w:pPr>
      <w:r w:rsidRPr="00323F6C">
        <w:br w:type="page"/>
      </w:r>
      <w:r w:rsidRPr="00323F6C">
        <w:rPr>
          <w:b/>
          <w:u w:val="single"/>
        </w:rPr>
        <w:lastRenderedPageBreak/>
        <w:t>IDENTIFIKAČNÍ ÚDAJE STAVBY</w:t>
      </w:r>
    </w:p>
    <w:p w14:paraId="2A3CEFD6" w14:textId="77777777" w:rsidR="00242605" w:rsidRPr="00242605" w:rsidRDefault="00242605" w:rsidP="004517C1">
      <w:pPr>
        <w:pStyle w:val="Odstavecseseznamem"/>
        <w:widowControl w:val="0"/>
        <w:numPr>
          <w:ilvl w:val="1"/>
          <w:numId w:val="16"/>
        </w:numPr>
        <w:spacing w:after="120" w:line="360" w:lineRule="auto"/>
        <w:contextualSpacing w:val="0"/>
        <w:rPr>
          <w:b/>
          <w:u w:val="single"/>
        </w:rPr>
      </w:pPr>
      <w:r w:rsidRPr="00242605">
        <w:rPr>
          <w:b/>
          <w:u w:val="single"/>
        </w:rPr>
        <w:t>Údaje o stavbě</w:t>
      </w:r>
    </w:p>
    <w:p w14:paraId="2A3CEFD7" w14:textId="77777777" w:rsidR="004517C1" w:rsidRDefault="00247E2B" w:rsidP="00247E2B">
      <w:pPr>
        <w:pStyle w:val="Odstavecseseznamem"/>
        <w:numPr>
          <w:ilvl w:val="0"/>
          <w:numId w:val="17"/>
        </w:numPr>
        <w:tabs>
          <w:tab w:val="left" w:pos="369"/>
          <w:tab w:val="left" w:pos="2977"/>
        </w:tabs>
        <w:spacing w:after="120" w:line="360" w:lineRule="auto"/>
        <w:ind w:left="340" w:hanging="340"/>
        <w:contextualSpacing w:val="0"/>
        <w:rPr>
          <w:b/>
          <w:u w:val="single"/>
        </w:rPr>
      </w:pPr>
      <w:r w:rsidRPr="00BA58F8">
        <w:rPr>
          <w:b/>
          <w:u w:val="single"/>
        </w:rPr>
        <w:t>název stavby</w:t>
      </w:r>
    </w:p>
    <w:p w14:paraId="7FD360E5" w14:textId="62817282" w:rsidR="006627D6" w:rsidRPr="006627D6" w:rsidRDefault="006627D6" w:rsidP="006627D6">
      <w:pPr>
        <w:pStyle w:val="Odstavecseseznamem"/>
        <w:tabs>
          <w:tab w:val="left" w:pos="369"/>
          <w:tab w:val="left" w:pos="2977"/>
        </w:tabs>
        <w:spacing w:after="120" w:line="360" w:lineRule="auto"/>
        <w:ind w:left="340"/>
        <w:contextualSpacing w:val="0"/>
      </w:pPr>
      <w:r w:rsidRPr="006627D6">
        <w:t xml:space="preserve">Kamenice v Srbské Kamenici – LB zeď u </w:t>
      </w:r>
      <w:proofErr w:type="gramStart"/>
      <w:r w:rsidRPr="006627D6">
        <w:t>č.p.</w:t>
      </w:r>
      <w:proofErr w:type="gramEnd"/>
      <w:r w:rsidRPr="006627D6">
        <w:t xml:space="preserve"> 152</w:t>
      </w:r>
    </w:p>
    <w:p w14:paraId="2A3CEFD9" w14:textId="77777777" w:rsidR="00247E2B" w:rsidRPr="00BA58F8" w:rsidRDefault="00247E2B" w:rsidP="00247E2B">
      <w:pPr>
        <w:pStyle w:val="Odstavecseseznamem"/>
        <w:numPr>
          <w:ilvl w:val="0"/>
          <w:numId w:val="17"/>
        </w:numPr>
        <w:tabs>
          <w:tab w:val="left" w:pos="369"/>
          <w:tab w:val="left" w:pos="2977"/>
        </w:tabs>
        <w:spacing w:after="120" w:line="360" w:lineRule="auto"/>
        <w:ind w:left="369" w:hanging="369"/>
        <w:contextualSpacing w:val="0"/>
        <w:rPr>
          <w:b/>
          <w:u w:val="single"/>
        </w:rPr>
      </w:pPr>
      <w:r w:rsidRPr="00BA58F8">
        <w:rPr>
          <w:b/>
          <w:u w:val="single"/>
        </w:rPr>
        <w:t>místo stavby</w:t>
      </w:r>
    </w:p>
    <w:p w14:paraId="2A3CEFDA" w14:textId="23C545CF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bookmarkStart w:id="0" w:name="_Hlk506840689"/>
      <w:r w:rsidRPr="004517C1">
        <w:t>Identifikátor kraje</w:t>
      </w:r>
      <w:r w:rsidR="00D721A2">
        <w:t xml:space="preserve"> (NUTS 3)</w:t>
      </w:r>
      <w:r w:rsidRPr="004517C1">
        <w:t>:</w:t>
      </w:r>
      <w:r w:rsidR="00A14189" w:rsidRPr="004517C1">
        <w:tab/>
      </w:r>
      <w:r w:rsidR="000F5338">
        <w:t>CZ042</w:t>
      </w:r>
    </w:p>
    <w:p w14:paraId="2A3CEFDB" w14:textId="4A05C63F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Název kraje:</w:t>
      </w:r>
      <w:r w:rsidRPr="004517C1">
        <w:tab/>
      </w:r>
      <w:r w:rsidR="000F5338">
        <w:t>Ústecký</w:t>
      </w:r>
    </w:p>
    <w:p w14:paraId="2A3CEFDC" w14:textId="76F24F50" w:rsidR="005C648D" w:rsidRPr="004517C1" w:rsidRDefault="00AF2A38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>
        <w:t>Ide</w:t>
      </w:r>
      <w:r w:rsidR="005C648D" w:rsidRPr="004517C1">
        <w:t>ntifikátor obce</w:t>
      </w:r>
      <w:r w:rsidR="001342A5">
        <w:t xml:space="preserve"> </w:t>
      </w:r>
      <w:r w:rsidR="00A14189" w:rsidRPr="004517C1">
        <w:t>/</w:t>
      </w:r>
      <w:r w:rsidR="001342A5">
        <w:t xml:space="preserve"> </w:t>
      </w:r>
      <w:r w:rsidR="00A14189" w:rsidRPr="004517C1">
        <w:t>části</w:t>
      </w:r>
      <w:r w:rsidR="005C648D" w:rsidRPr="004517C1">
        <w:t>:</w:t>
      </w:r>
      <w:r w:rsidR="005C648D" w:rsidRPr="004517C1">
        <w:tab/>
      </w:r>
      <w:r w:rsidR="006627D6">
        <w:t>CZ0421546348</w:t>
      </w:r>
      <w:r w:rsidR="00E27E9E">
        <w:t>/</w:t>
      </w:r>
      <w:r w:rsidR="001342A5">
        <w:t xml:space="preserve"> </w:t>
      </w:r>
      <w:r w:rsidR="00E27E9E">
        <w:t>---</w:t>
      </w:r>
    </w:p>
    <w:p w14:paraId="2A3CEFDD" w14:textId="5FB9B024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Název obce</w:t>
      </w:r>
      <w:r w:rsidR="001342A5">
        <w:t xml:space="preserve"> </w:t>
      </w:r>
      <w:r w:rsidR="00A14189" w:rsidRPr="004517C1">
        <w:t>/</w:t>
      </w:r>
      <w:r w:rsidR="001342A5">
        <w:t xml:space="preserve"> </w:t>
      </w:r>
      <w:r w:rsidR="00A14189" w:rsidRPr="004517C1">
        <w:t>části</w:t>
      </w:r>
      <w:r w:rsidRPr="004517C1">
        <w:t>:</w:t>
      </w:r>
      <w:r w:rsidRPr="004517C1">
        <w:tab/>
      </w:r>
      <w:r w:rsidR="006627D6">
        <w:t>Srbská Kamenice</w:t>
      </w:r>
      <w:r w:rsidR="001342A5">
        <w:t xml:space="preserve"> </w:t>
      </w:r>
      <w:r w:rsidR="00E27E9E">
        <w:t>/</w:t>
      </w:r>
      <w:r w:rsidR="001342A5">
        <w:t xml:space="preserve"> </w:t>
      </w:r>
      <w:r w:rsidR="001A69A3">
        <w:t>---</w:t>
      </w:r>
    </w:p>
    <w:p w14:paraId="2A3CEFDE" w14:textId="5A3F6919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 xml:space="preserve">Identifikátor </w:t>
      </w:r>
      <w:proofErr w:type="spellStart"/>
      <w:proofErr w:type="gramStart"/>
      <w:r w:rsidRPr="004517C1">
        <w:t>k.ú</w:t>
      </w:r>
      <w:proofErr w:type="spellEnd"/>
      <w:r w:rsidRPr="004517C1">
        <w:t>.:</w:t>
      </w:r>
      <w:r w:rsidRPr="004517C1">
        <w:tab/>
      </w:r>
      <w:r w:rsidR="006627D6">
        <w:t>752 975</w:t>
      </w:r>
      <w:proofErr w:type="gramEnd"/>
    </w:p>
    <w:p w14:paraId="2A3CEFDF" w14:textId="5F71FCAB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 xml:space="preserve">Název </w:t>
      </w:r>
      <w:proofErr w:type="spellStart"/>
      <w:proofErr w:type="gramStart"/>
      <w:r w:rsidRPr="004517C1">
        <w:t>k.ú</w:t>
      </w:r>
      <w:proofErr w:type="spellEnd"/>
      <w:r w:rsidRPr="004517C1">
        <w:t>.:</w:t>
      </w:r>
      <w:r w:rsidRPr="004517C1">
        <w:tab/>
      </w:r>
      <w:r w:rsidR="006627D6">
        <w:t>Srbská</w:t>
      </w:r>
      <w:proofErr w:type="gramEnd"/>
      <w:r w:rsidR="006627D6">
        <w:t xml:space="preserve"> Kamenice</w:t>
      </w:r>
    </w:p>
    <w:p w14:paraId="2A3CEFE0" w14:textId="77777777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Identifikátor vodního díla:</w:t>
      </w:r>
      <w:r w:rsidRPr="004517C1">
        <w:tab/>
      </w:r>
      <w:r w:rsidR="00547AFB" w:rsidRPr="004517C1">
        <w:t>---</w:t>
      </w:r>
    </w:p>
    <w:p w14:paraId="2A3CEFE1" w14:textId="42699220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Čísla parcel dle KN:</w:t>
      </w:r>
      <w:r w:rsidRPr="004517C1">
        <w:tab/>
      </w:r>
      <w:r w:rsidR="002F7D2D">
        <w:t>3</w:t>
      </w:r>
      <w:r w:rsidR="006627D6">
        <w:t>59, 360, 1649/1</w:t>
      </w:r>
      <w:r w:rsidR="00157ADE">
        <w:t>, 1649/32, 1649/33</w:t>
      </w:r>
    </w:p>
    <w:p w14:paraId="2A3CEFE2" w14:textId="2D7FDE62" w:rsidR="005C648D" w:rsidRPr="00D721A2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D721A2">
        <w:t>Identifikátor vodního toku:</w:t>
      </w:r>
      <w:r w:rsidRPr="00D721A2">
        <w:tab/>
      </w:r>
    </w:p>
    <w:p w14:paraId="3022C454" w14:textId="69B36343" w:rsidR="00D721A2" w:rsidRDefault="00D721A2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D721A2">
        <w:t>(dle centrální evidence VT)</w:t>
      </w:r>
      <w:r w:rsidR="000B4F3A">
        <w:tab/>
        <w:t>10100111</w:t>
      </w:r>
    </w:p>
    <w:p w14:paraId="0D990317" w14:textId="40D83551" w:rsidR="001A69A3" w:rsidRPr="00D721A2" w:rsidRDefault="001A69A3" w:rsidP="001A69A3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D721A2">
        <w:t>Identifikátor vodního toku:</w:t>
      </w:r>
      <w:r w:rsidRPr="00D721A2">
        <w:tab/>
      </w:r>
    </w:p>
    <w:p w14:paraId="42182F0B" w14:textId="50E22E73" w:rsidR="001A69A3" w:rsidRDefault="001A69A3" w:rsidP="001A69A3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D721A2">
        <w:t xml:space="preserve">(dle </w:t>
      </w:r>
      <w:r>
        <w:t>HEIS</w:t>
      </w:r>
      <w:r w:rsidRPr="00D721A2">
        <w:t>)</w:t>
      </w:r>
    </w:p>
    <w:p w14:paraId="2A3CEFE3" w14:textId="3D61DF74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Název vodního toku:</w:t>
      </w:r>
      <w:r w:rsidRPr="004517C1">
        <w:tab/>
      </w:r>
      <w:r w:rsidR="006627D6">
        <w:t>Kamenice (</w:t>
      </w:r>
      <w:proofErr w:type="spellStart"/>
      <w:r w:rsidR="006627D6">
        <w:t>Falknovská</w:t>
      </w:r>
      <w:proofErr w:type="spellEnd"/>
      <w:r w:rsidR="006627D6">
        <w:t xml:space="preserve"> Kamenice)</w:t>
      </w:r>
    </w:p>
    <w:p w14:paraId="2A3CEFE4" w14:textId="247B79AE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Č.</w:t>
      </w:r>
      <w:r w:rsidR="00936ECF" w:rsidRPr="004517C1">
        <w:t xml:space="preserve"> </w:t>
      </w:r>
      <w:r w:rsidRPr="004517C1">
        <w:t>hydrologického pořadí:</w:t>
      </w:r>
      <w:r w:rsidRPr="004517C1">
        <w:tab/>
        <w:t>1-</w:t>
      </w:r>
      <w:r w:rsidR="00E27E9E">
        <w:t>1</w:t>
      </w:r>
      <w:r w:rsidR="00BB4B51">
        <w:t>4</w:t>
      </w:r>
      <w:r w:rsidRPr="004517C1">
        <w:t>-0</w:t>
      </w:r>
      <w:r w:rsidR="002F7D2D">
        <w:t>5-013</w:t>
      </w:r>
      <w:r w:rsidR="00D721A2">
        <w:t>-</w:t>
      </w:r>
      <w:r w:rsidR="00E27E9E">
        <w:t>0</w:t>
      </w:r>
      <w:r w:rsidR="00D721A2">
        <w:t>-</w:t>
      </w:r>
      <w:r w:rsidR="00C4247A">
        <w:t>00</w:t>
      </w:r>
    </w:p>
    <w:p w14:paraId="2A3CEFE5" w14:textId="585C17BF" w:rsidR="005C648D" w:rsidRPr="004517C1" w:rsidRDefault="003452BF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Přímé určení polohy ZÚ:</w:t>
      </w:r>
      <w:r w:rsidR="005C648D" w:rsidRPr="004517C1">
        <w:tab/>
      </w:r>
      <w:r w:rsidRPr="004517C1">
        <w:t>Y</w:t>
      </w:r>
      <w:r w:rsidR="002F7D2D">
        <w:t xml:space="preserve"> -736 613,00</w:t>
      </w:r>
      <w:r w:rsidR="00547AFB" w:rsidRPr="004517C1">
        <w:tab/>
      </w:r>
      <w:r w:rsidR="002F7D2D">
        <w:t xml:space="preserve"> </w:t>
      </w:r>
      <w:r w:rsidR="00547AFB" w:rsidRPr="004517C1">
        <w:t xml:space="preserve">X </w:t>
      </w:r>
      <w:r w:rsidR="002F7D2D">
        <w:t>-961 927,00</w:t>
      </w:r>
    </w:p>
    <w:p w14:paraId="2A3CEFE6" w14:textId="5F4C0268" w:rsidR="003452BF" w:rsidRPr="004517C1" w:rsidRDefault="003452BF" w:rsidP="00073248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Přímé určení polohy KÚ:</w:t>
      </w:r>
      <w:r w:rsidRPr="004517C1">
        <w:tab/>
      </w:r>
      <w:r w:rsidR="00A14189" w:rsidRPr="004517C1">
        <w:t>Y</w:t>
      </w:r>
      <w:r w:rsidRPr="004517C1">
        <w:t xml:space="preserve"> </w:t>
      </w:r>
      <w:r w:rsidR="002F7D2D">
        <w:t>-736 586,00</w:t>
      </w:r>
      <w:r w:rsidRPr="004517C1">
        <w:tab/>
      </w:r>
      <w:r w:rsidR="002F7D2D">
        <w:t xml:space="preserve"> </w:t>
      </w:r>
      <w:r w:rsidRPr="004517C1">
        <w:t xml:space="preserve">X </w:t>
      </w:r>
      <w:r w:rsidR="002F7D2D">
        <w:t>-962 059,00</w:t>
      </w:r>
    </w:p>
    <w:p w14:paraId="2A3CEFE7" w14:textId="4D24617D" w:rsidR="005C648D" w:rsidRPr="004517C1" w:rsidRDefault="005C648D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 w:rsidRPr="004517C1">
        <w:t>Kategorie z hlediska TBD:</w:t>
      </w:r>
      <w:r w:rsidR="00B40550" w:rsidRPr="004517C1">
        <w:tab/>
      </w:r>
      <w:r w:rsidRPr="004517C1">
        <w:t>-</w:t>
      </w:r>
      <w:r w:rsidR="00746304">
        <w:t>--</w:t>
      </w:r>
    </w:p>
    <w:p w14:paraId="2A3CEFE8" w14:textId="7C29288E" w:rsidR="005C648D" w:rsidRPr="004517C1" w:rsidRDefault="00746304" w:rsidP="00247E2B">
      <w:pPr>
        <w:pStyle w:val="Odstavecseseznamem"/>
        <w:tabs>
          <w:tab w:val="left" w:pos="340"/>
          <w:tab w:val="left" w:pos="2977"/>
        </w:tabs>
        <w:spacing w:line="360" w:lineRule="auto"/>
        <w:ind w:left="340" w:hanging="340"/>
      </w:pPr>
      <w:r>
        <w:t>Manipulační řád:</w:t>
      </w:r>
      <w:r>
        <w:tab/>
        <w:t>---</w:t>
      </w:r>
    </w:p>
    <w:p w14:paraId="2A3CEFE9" w14:textId="7BE90135" w:rsidR="005C648D" w:rsidRDefault="00F30B51" w:rsidP="00247E2B">
      <w:pPr>
        <w:pStyle w:val="Zhlav"/>
        <w:tabs>
          <w:tab w:val="clear" w:pos="4536"/>
          <w:tab w:val="clear" w:pos="9072"/>
          <w:tab w:val="left" w:pos="340"/>
          <w:tab w:val="left" w:pos="2977"/>
        </w:tabs>
        <w:spacing w:line="360" w:lineRule="auto"/>
        <w:ind w:left="340" w:hanging="340"/>
      </w:pPr>
      <w:r w:rsidRPr="004517C1">
        <w:t>Pověřený úřad</w:t>
      </w:r>
      <w:r w:rsidR="005C648D" w:rsidRPr="004517C1">
        <w:t>:</w:t>
      </w:r>
      <w:r w:rsidR="005C648D" w:rsidRPr="004517C1">
        <w:tab/>
      </w:r>
      <w:r w:rsidR="00BB4B51">
        <w:t>Děčín</w:t>
      </w:r>
    </w:p>
    <w:p w14:paraId="2A3CEFEA" w14:textId="2C349905" w:rsidR="00BA58F8" w:rsidRDefault="00BA58F8" w:rsidP="00BA58F8">
      <w:pPr>
        <w:pStyle w:val="Zhlav"/>
        <w:tabs>
          <w:tab w:val="clear" w:pos="4536"/>
          <w:tab w:val="clear" w:pos="9072"/>
          <w:tab w:val="left" w:pos="340"/>
          <w:tab w:val="left" w:pos="2977"/>
        </w:tabs>
        <w:spacing w:after="120" w:line="360" w:lineRule="auto"/>
        <w:ind w:left="340" w:hanging="340"/>
      </w:pPr>
      <w:r>
        <w:t>Charakter stavby:</w:t>
      </w:r>
      <w:r>
        <w:tab/>
      </w:r>
      <w:r w:rsidR="00B76029">
        <w:t>o</w:t>
      </w:r>
      <w:r w:rsidR="00240AFB">
        <w:t>prava</w:t>
      </w:r>
    </w:p>
    <w:bookmarkEnd w:id="0"/>
    <w:p w14:paraId="2A3CEFEB" w14:textId="77777777" w:rsidR="00BA58F8" w:rsidRPr="00840F41" w:rsidRDefault="00BA58F8" w:rsidP="00BA58F8">
      <w:pPr>
        <w:pStyle w:val="Zhlav"/>
        <w:numPr>
          <w:ilvl w:val="0"/>
          <w:numId w:val="17"/>
        </w:numPr>
        <w:tabs>
          <w:tab w:val="clear" w:pos="4536"/>
          <w:tab w:val="clear" w:pos="9072"/>
          <w:tab w:val="left" w:pos="340"/>
          <w:tab w:val="left" w:pos="2977"/>
        </w:tabs>
        <w:spacing w:line="360" w:lineRule="auto"/>
        <w:ind w:left="340" w:hanging="340"/>
        <w:rPr>
          <w:b/>
          <w:u w:val="single"/>
        </w:rPr>
      </w:pPr>
      <w:r w:rsidRPr="00840F41">
        <w:rPr>
          <w:b/>
          <w:u w:val="single"/>
        </w:rPr>
        <w:t>předmět stavby</w:t>
      </w:r>
    </w:p>
    <w:p w14:paraId="7FFFDFA8" w14:textId="72C877E0" w:rsidR="00342761" w:rsidRDefault="00C55F4C" w:rsidP="00894462">
      <w:pPr>
        <w:spacing w:before="120" w:after="120" w:line="360" w:lineRule="auto"/>
        <w:jc w:val="both"/>
      </w:pPr>
      <w:r>
        <w:t>Projektová dokumentace byla z</w:t>
      </w:r>
      <w:r w:rsidR="00DA073E">
        <w:t xml:space="preserve">pracována za účelem opravy </w:t>
      </w:r>
      <w:r>
        <w:t>levobřežní</w:t>
      </w:r>
      <w:r w:rsidR="00342761">
        <w:t xml:space="preserve"> zdi </w:t>
      </w:r>
      <w:r>
        <w:rPr>
          <w:szCs w:val="22"/>
        </w:rPr>
        <w:t>toku Kamenice</w:t>
      </w:r>
      <w:r w:rsidR="00342761">
        <w:rPr>
          <w:szCs w:val="22"/>
        </w:rPr>
        <w:t>. Předmětný úsek zdi se nachází v </w:t>
      </w:r>
      <w:proofErr w:type="spellStart"/>
      <w:r w:rsidR="00342761">
        <w:rPr>
          <w:szCs w:val="22"/>
        </w:rPr>
        <w:t>intravilánu</w:t>
      </w:r>
      <w:proofErr w:type="spellEnd"/>
      <w:r w:rsidR="00342761">
        <w:rPr>
          <w:szCs w:val="22"/>
        </w:rPr>
        <w:t xml:space="preserve"> obce</w:t>
      </w:r>
      <w:r>
        <w:rPr>
          <w:szCs w:val="22"/>
        </w:rPr>
        <w:t xml:space="preserve"> Srbská Kamenice</w:t>
      </w:r>
      <w:r w:rsidR="00342761">
        <w:rPr>
          <w:szCs w:val="22"/>
        </w:rPr>
        <w:t xml:space="preserve">, </w:t>
      </w:r>
      <w:r>
        <w:rPr>
          <w:szCs w:val="22"/>
        </w:rPr>
        <w:t>v blízkosti</w:t>
      </w:r>
      <w:r w:rsidR="00342761">
        <w:rPr>
          <w:szCs w:val="22"/>
        </w:rPr>
        <w:t> </w:t>
      </w:r>
      <w:proofErr w:type="gramStart"/>
      <w:r w:rsidR="00342761">
        <w:rPr>
          <w:szCs w:val="22"/>
        </w:rPr>
        <w:t>č.p.</w:t>
      </w:r>
      <w:proofErr w:type="gramEnd"/>
      <w:r w:rsidR="00342761">
        <w:rPr>
          <w:szCs w:val="22"/>
        </w:rPr>
        <w:t xml:space="preserve"> </w:t>
      </w:r>
      <w:r>
        <w:rPr>
          <w:szCs w:val="22"/>
        </w:rPr>
        <w:t>152</w:t>
      </w:r>
      <w:r w:rsidR="00342761">
        <w:rPr>
          <w:szCs w:val="22"/>
        </w:rPr>
        <w:t xml:space="preserve">, na pozemkových parcelách č. </w:t>
      </w:r>
      <w:r>
        <w:rPr>
          <w:szCs w:val="22"/>
        </w:rPr>
        <w:t>1649/1</w:t>
      </w:r>
      <w:r w:rsidR="00016D97">
        <w:rPr>
          <w:szCs w:val="22"/>
        </w:rPr>
        <w:t>, 1649/32, 1649/33</w:t>
      </w:r>
      <w:r w:rsidR="00342761">
        <w:rPr>
          <w:szCs w:val="22"/>
        </w:rPr>
        <w:t xml:space="preserve"> v k. </w:t>
      </w:r>
      <w:proofErr w:type="spellStart"/>
      <w:r w:rsidR="00342761">
        <w:rPr>
          <w:szCs w:val="22"/>
        </w:rPr>
        <w:t>ú.</w:t>
      </w:r>
      <w:proofErr w:type="spellEnd"/>
      <w:r w:rsidR="00342761">
        <w:rPr>
          <w:szCs w:val="22"/>
        </w:rPr>
        <w:t xml:space="preserve"> </w:t>
      </w:r>
      <w:r>
        <w:rPr>
          <w:szCs w:val="22"/>
        </w:rPr>
        <w:t>Srbská Kamenice</w:t>
      </w:r>
      <w:r w:rsidR="00342761">
        <w:rPr>
          <w:szCs w:val="22"/>
        </w:rPr>
        <w:t>. Délka</w:t>
      </w:r>
      <w:r>
        <w:rPr>
          <w:szCs w:val="22"/>
        </w:rPr>
        <w:t xml:space="preserve"> řešené části zdi je přibližně 4</w:t>
      </w:r>
      <w:r w:rsidR="00341C85">
        <w:rPr>
          <w:szCs w:val="22"/>
        </w:rPr>
        <w:t>6</w:t>
      </w:r>
      <w:bookmarkStart w:id="1" w:name="_GoBack"/>
      <w:bookmarkEnd w:id="1"/>
      <w:r w:rsidR="00342761">
        <w:rPr>
          <w:szCs w:val="22"/>
        </w:rPr>
        <w:t xml:space="preserve"> m. </w:t>
      </w:r>
      <w:r>
        <w:rPr>
          <w:szCs w:val="22"/>
        </w:rPr>
        <w:t>Celkově je z hydraulického hlediska posuzován a řešen úsek toku v celkové rozsahu 135m</w:t>
      </w:r>
      <w:r w:rsidR="006A677E">
        <w:rPr>
          <w:szCs w:val="22"/>
        </w:rPr>
        <w:t xml:space="preserve">. </w:t>
      </w:r>
    </w:p>
    <w:p w14:paraId="2A3CEFF3" w14:textId="77777777" w:rsidR="004517C1" w:rsidRDefault="004517C1" w:rsidP="00BB25F3">
      <w:pPr>
        <w:pStyle w:val="Odstavecseseznamem"/>
        <w:numPr>
          <w:ilvl w:val="1"/>
          <w:numId w:val="16"/>
        </w:numPr>
        <w:spacing w:after="120" w:line="360" w:lineRule="auto"/>
        <w:contextualSpacing w:val="0"/>
        <w:rPr>
          <w:b/>
          <w:u w:val="single"/>
        </w:rPr>
      </w:pPr>
      <w:r>
        <w:rPr>
          <w:b/>
          <w:u w:val="single"/>
        </w:rPr>
        <w:t>Údaje o stavebníkovi</w:t>
      </w:r>
    </w:p>
    <w:p w14:paraId="2A3CEFF4" w14:textId="77777777" w:rsidR="00247E2B" w:rsidRDefault="00247E2B" w:rsidP="000C1795">
      <w:pPr>
        <w:pStyle w:val="Odstavecseseznamem"/>
        <w:spacing w:after="120" w:line="360" w:lineRule="auto"/>
        <w:ind w:left="0"/>
        <w:contextualSpacing w:val="0"/>
      </w:pPr>
      <w:r w:rsidRPr="00247E2B">
        <w:rPr>
          <w:b/>
        </w:rPr>
        <w:t>Povodí Ohře, státní podnik</w:t>
      </w:r>
      <w:r>
        <w:t>, Bezručova 4219, 430 03 Chomutov</w:t>
      </w:r>
    </w:p>
    <w:p w14:paraId="742EC7E6" w14:textId="41F3BB6F" w:rsidR="00DA073E" w:rsidRDefault="00DA073E" w:rsidP="00DA073E">
      <w:pPr>
        <w:pStyle w:val="Odstavecseseznamem"/>
        <w:tabs>
          <w:tab w:val="left" w:pos="567"/>
        </w:tabs>
        <w:spacing w:line="360" w:lineRule="auto"/>
        <w:ind w:left="0"/>
        <w:contextualSpacing w:val="0"/>
      </w:pPr>
      <w:r>
        <w:t>IČ:</w:t>
      </w:r>
      <w:r>
        <w:tab/>
        <w:t>70889988</w:t>
      </w:r>
    </w:p>
    <w:p w14:paraId="3E6A60E6" w14:textId="5B907830" w:rsidR="00342761" w:rsidRDefault="00DA073E" w:rsidP="00DA073E">
      <w:pPr>
        <w:pStyle w:val="Odstavecseseznamem"/>
        <w:tabs>
          <w:tab w:val="left" w:pos="567"/>
        </w:tabs>
        <w:spacing w:after="120" w:line="360" w:lineRule="auto"/>
        <w:ind w:left="0"/>
        <w:contextualSpacing w:val="0"/>
      </w:pPr>
      <w:r>
        <w:t>DIČ:</w:t>
      </w:r>
      <w:r>
        <w:tab/>
        <w:t>CZ70889988</w:t>
      </w:r>
    </w:p>
    <w:p w14:paraId="505FAF1D" w14:textId="77777777" w:rsidR="00342761" w:rsidRDefault="00342761">
      <w:r>
        <w:br w:type="page"/>
      </w:r>
    </w:p>
    <w:p w14:paraId="2A3CEFF5" w14:textId="0BB5FBB4" w:rsidR="00247E2B" w:rsidRPr="00247E2B" w:rsidRDefault="00247E2B" w:rsidP="00664EF1">
      <w:pPr>
        <w:pStyle w:val="Odstavecseseznamem"/>
        <w:numPr>
          <w:ilvl w:val="1"/>
          <w:numId w:val="16"/>
        </w:numPr>
        <w:spacing w:after="120" w:line="360" w:lineRule="auto"/>
        <w:contextualSpacing w:val="0"/>
        <w:rPr>
          <w:b/>
          <w:u w:val="single"/>
        </w:rPr>
      </w:pPr>
      <w:r w:rsidRPr="00247E2B">
        <w:rPr>
          <w:b/>
          <w:u w:val="single"/>
        </w:rPr>
        <w:lastRenderedPageBreak/>
        <w:t>Údaje o zpracovateli projektové dokumentace</w:t>
      </w:r>
    </w:p>
    <w:p w14:paraId="2A3CEFF6" w14:textId="77777777" w:rsidR="00247E2B" w:rsidRDefault="00BB25F3" w:rsidP="00BB25F3">
      <w:pPr>
        <w:spacing w:line="360" w:lineRule="auto"/>
      </w:pPr>
      <w:r w:rsidRPr="00BB25F3">
        <w:t>Povodí Ohře, státní podnik</w:t>
      </w:r>
    </w:p>
    <w:p w14:paraId="2A3CEFF7" w14:textId="1C780779" w:rsidR="00BB25F3" w:rsidRDefault="00BB25F3" w:rsidP="000C1795">
      <w:pPr>
        <w:spacing w:after="120" w:line="360" w:lineRule="auto"/>
      </w:pPr>
      <w:r w:rsidRPr="00BB25F3">
        <w:rPr>
          <w:b/>
        </w:rPr>
        <w:t xml:space="preserve">Ing. </w:t>
      </w:r>
      <w:r w:rsidR="00C55F4C">
        <w:rPr>
          <w:b/>
        </w:rPr>
        <w:t>Marie Sýkorová</w:t>
      </w:r>
      <w:r w:rsidRPr="00236D41">
        <w:t xml:space="preserve"> (ČKAIT 0</w:t>
      </w:r>
      <w:r w:rsidR="00C55F4C">
        <w:t>401803</w:t>
      </w:r>
      <w:r w:rsidRPr="00236D41">
        <w:t xml:space="preserve">, </w:t>
      </w:r>
      <w:r w:rsidR="006145BB">
        <w:t>autorizovaný inženýr</w:t>
      </w:r>
      <w:r w:rsidRPr="00236D41">
        <w:t xml:space="preserve"> </w:t>
      </w:r>
      <w:r>
        <w:t xml:space="preserve">pro </w:t>
      </w:r>
      <w:r w:rsidRPr="00236D41">
        <w:t>stavby vodního hospodářství a krajinného inženýrství)</w:t>
      </w:r>
    </w:p>
    <w:p w14:paraId="156CC4BD" w14:textId="548D53BE" w:rsidR="00C81419" w:rsidRPr="00980833" w:rsidRDefault="00C81419" w:rsidP="00C81419">
      <w:pPr>
        <w:pStyle w:val="Odstavecseseznamem"/>
        <w:numPr>
          <w:ilvl w:val="0"/>
          <w:numId w:val="16"/>
        </w:numPr>
        <w:tabs>
          <w:tab w:val="left" w:pos="539"/>
        </w:tabs>
        <w:spacing w:after="120" w:line="360" w:lineRule="auto"/>
        <w:contextualSpacing w:val="0"/>
        <w:rPr>
          <w:b/>
          <w:u w:val="single"/>
        </w:rPr>
      </w:pPr>
      <w:r>
        <w:rPr>
          <w:b/>
          <w:u w:val="single"/>
        </w:rPr>
        <w:t>ČLENĚNÍ STAVBY NA OBJEKTY A TECHNICKÁ A TECHNOLOGICKÁ ZAŘÍZENÍ</w:t>
      </w:r>
    </w:p>
    <w:p w14:paraId="3376D893" w14:textId="04B32C3F" w:rsidR="00777E8A" w:rsidRDefault="00777E8A" w:rsidP="00777E8A">
      <w:pPr>
        <w:spacing w:before="120" w:after="120" w:line="360" w:lineRule="auto"/>
        <w:jc w:val="both"/>
      </w:pPr>
      <w:r>
        <w:t xml:space="preserve">Stavba </w:t>
      </w:r>
      <w:r w:rsidR="006A677E">
        <w:t>neobsahuje žádná technická a technologická zařízení</w:t>
      </w:r>
      <w:r w:rsidR="0001112C">
        <w:t>,</w:t>
      </w:r>
      <w:r w:rsidR="006A677E">
        <w:t xml:space="preserve"> a je</w:t>
      </w:r>
      <w:r w:rsidR="00342761">
        <w:t xml:space="preserve"> </w:t>
      </w:r>
      <w:r w:rsidR="0001112C">
        <w:t>řešena v rámci jednoho stavebního objektu (SO)</w:t>
      </w:r>
      <w:r w:rsidR="006A677E">
        <w:t>,</w:t>
      </w:r>
      <w:r>
        <w:t xml:space="preserve"> a</w:t>
      </w:r>
      <w:r w:rsidR="0001112C">
        <w:t xml:space="preserve"> to:</w:t>
      </w:r>
    </w:p>
    <w:p w14:paraId="0A27A2AF" w14:textId="124EE8C9" w:rsidR="006A677E" w:rsidRDefault="006A677E" w:rsidP="00777E8A">
      <w:pPr>
        <w:spacing w:before="120" w:after="120" w:line="360" w:lineRule="auto"/>
        <w:jc w:val="both"/>
      </w:pPr>
      <w:r>
        <w:t>SO 01 – Oprava koryta</w:t>
      </w:r>
    </w:p>
    <w:p w14:paraId="2A3CEFF8" w14:textId="77777777" w:rsidR="005C648D" w:rsidRPr="00980833" w:rsidRDefault="00BB25F3" w:rsidP="00BB25F3">
      <w:pPr>
        <w:pStyle w:val="Odstavecseseznamem"/>
        <w:numPr>
          <w:ilvl w:val="0"/>
          <w:numId w:val="16"/>
        </w:numPr>
        <w:tabs>
          <w:tab w:val="left" w:pos="539"/>
        </w:tabs>
        <w:spacing w:after="120" w:line="360" w:lineRule="auto"/>
        <w:contextualSpacing w:val="0"/>
        <w:rPr>
          <w:b/>
          <w:u w:val="single"/>
        </w:rPr>
      </w:pPr>
      <w:r>
        <w:rPr>
          <w:b/>
          <w:u w:val="single"/>
        </w:rPr>
        <w:t>SEZNAM VSTUPNÍCH PODKLADŮ</w:t>
      </w:r>
    </w:p>
    <w:p w14:paraId="0B0DC4A8" w14:textId="341C58B9" w:rsidR="00DA7636" w:rsidRDefault="00DA7636" w:rsidP="00516635">
      <w:pPr>
        <w:spacing w:after="120" w:line="360" w:lineRule="auto"/>
        <w:jc w:val="both"/>
      </w:pPr>
      <w:r>
        <w:t xml:space="preserve">Projektová dokumentace je vypracována jako dokumentace stavby jednostupňová (DSJ) pro vydání stavebního povolení </w:t>
      </w:r>
      <w:r w:rsidR="00283DF1">
        <w:t xml:space="preserve">dle přílohy č. 12 </w:t>
      </w:r>
      <w:r w:rsidR="00D064DC">
        <w:t>vyhlášky č. 405/2017 Sb.</w:t>
      </w:r>
      <w:r w:rsidR="00E4756F">
        <w:t>, kterou se mění vyhláška č. 499/2006 Sb., o dokumentaci staveb, ve znění vyhlášky č. 62/2013 Sb.,</w:t>
      </w:r>
      <w:r w:rsidR="00D064DC">
        <w:t xml:space="preserve"> </w:t>
      </w:r>
      <w:r>
        <w:t>v detailu rozpracovanosti dokumen</w:t>
      </w:r>
      <w:r w:rsidR="00E4756F">
        <w:t xml:space="preserve">tace pro provádění stavby (DPS). </w:t>
      </w:r>
      <w:r w:rsidR="00516635">
        <w:t>Dokumentace byla vypracována na základě těchto podkladů:</w:t>
      </w:r>
    </w:p>
    <w:p w14:paraId="72F2EB22" w14:textId="6C336ABD" w:rsidR="00516635" w:rsidRDefault="00516635" w:rsidP="00BB25F3">
      <w:pPr>
        <w:pStyle w:val="Odstavecseseznamem"/>
        <w:numPr>
          <w:ilvl w:val="0"/>
          <w:numId w:val="19"/>
        </w:numPr>
        <w:spacing w:line="360" w:lineRule="auto"/>
        <w:ind w:left="340" w:hanging="340"/>
      </w:pPr>
      <w:r>
        <w:t>vyjádření dotčených vlastníků a správců sítí, viz dokladová část</w:t>
      </w:r>
    </w:p>
    <w:p w14:paraId="2A3CEFF9" w14:textId="18509CAD" w:rsidR="005C648D" w:rsidRPr="009B630A" w:rsidRDefault="009B630A" w:rsidP="00BB25F3">
      <w:pPr>
        <w:pStyle w:val="Odstavecseseznamem"/>
        <w:numPr>
          <w:ilvl w:val="0"/>
          <w:numId w:val="19"/>
        </w:numPr>
        <w:spacing w:line="360" w:lineRule="auto"/>
        <w:ind w:left="340" w:hanging="340"/>
      </w:pPr>
      <w:r>
        <w:t xml:space="preserve">geodetické zaměření vypracované </w:t>
      </w:r>
      <w:r w:rsidR="00BB389B">
        <w:t xml:space="preserve">firmou </w:t>
      </w:r>
    </w:p>
    <w:p w14:paraId="2A3CEFFB" w14:textId="3DBA624F" w:rsidR="000C1795" w:rsidRDefault="000443C4" w:rsidP="00BB25F3">
      <w:pPr>
        <w:pStyle w:val="Odstavecseseznamem"/>
        <w:numPr>
          <w:ilvl w:val="0"/>
          <w:numId w:val="19"/>
        </w:numPr>
        <w:spacing w:line="360" w:lineRule="auto"/>
        <w:ind w:left="340" w:hanging="340"/>
      </w:pPr>
      <w:r>
        <w:t xml:space="preserve">požadavkový list </w:t>
      </w:r>
      <w:r w:rsidR="00BB389B">
        <w:t>3</w:t>
      </w:r>
      <w:r w:rsidR="00E3719A">
        <w:t xml:space="preserve"> 0</w:t>
      </w:r>
      <w:r w:rsidR="00DD60C0">
        <w:t>2</w:t>
      </w:r>
      <w:r w:rsidR="00E3719A">
        <w:t xml:space="preserve"> 1</w:t>
      </w:r>
      <w:r w:rsidR="00FA3E40">
        <w:t>7</w:t>
      </w:r>
      <w:r w:rsidR="00E3719A">
        <w:t xml:space="preserve"> </w:t>
      </w:r>
      <w:r w:rsidR="003A3CE4">
        <w:t>0</w:t>
      </w:r>
      <w:r w:rsidR="00FA3E40">
        <w:t>75</w:t>
      </w:r>
      <w:r w:rsidR="000C1795">
        <w:t xml:space="preserve">, Povodí Ohře, </w:t>
      </w:r>
      <w:proofErr w:type="spellStart"/>
      <w:proofErr w:type="gramStart"/>
      <w:r w:rsidR="000C1795">
        <w:t>s.p</w:t>
      </w:r>
      <w:proofErr w:type="spellEnd"/>
      <w:r w:rsidR="000C1795">
        <w:t>.</w:t>
      </w:r>
      <w:proofErr w:type="gramEnd"/>
    </w:p>
    <w:p w14:paraId="2A3CEFFD" w14:textId="0FC0CFDC" w:rsidR="009B630A" w:rsidRDefault="003A3CE4" w:rsidP="00BB25F3">
      <w:pPr>
        <w:pStyle w:val="Odstavecseseznamem"/>
        <w:numPr>
          <w:ilvl w:val="0"/>
          <w:numId w:val="19"/>
        </w:numPr>
        <w:spacing w:line="360" w:lineRule="auto"/>
        <w:ind w:left="340" w:hanging="340"/>
      </w:pPr>
      <w:r>
        <w:t xml:space="preserve">výřez </w:t>
      </w:r>
      <w:r w:rsidR="00516635">
        <w:t>digitální katastrální mapy (</w:t>
      </w:r>
      <w:r>
        <w:t>DKM</w:t>
      </w:r>
      <w:r w:rsidR="00516635">
        <w:t>)</w:t>
      </w:r>
    </w:p>
    <w:p w14:paraId="2A3CEFFE" w14:textId="77777777" w:rsidR="009B630A" w:rsidRDefault="009B630A" w:rsidP="00BB25F3">
      <w:pPr>
        <w:pStyle w:val="Odstavecseseznamem"/>
        <w:numPr>
          <w:ilvl w:val="0"/>
          <w:numId w:val="19"/>
        </w:numPr>
        <w:spacing w:line="360" w:lineRule="auto"/>
        <w:ind w:left="340" w:hanging="340"/>
      </w:pPr>
      <w:r>
        <w:t>informace z katastru nemovitostí</w:t>
      </w:r>
    </w:p>
    <w:p w14:paraId="2A3CEFFF" w14:textId="325A4871" w:rsidR="009B630A" w:rsidRDefault="009B630A" w:rsidP="00BB389B">
      <w:pPr>
        <w:pStyle w:val="Odstavecseseznamem"/>
        <w:numPr>
          <w:ilvl w:val="0"/>
          <w:numId w:val="19"/>
        </w:numPr>
        <w:spacing w:after="120" w:line="360" w:lineRule="auto"/>
        <w:ind w:left="340" w:hanging="340"/>
        <w:contextualSpacing w:val="0"/>
      </w:pPr>
      <w:r>
        <w:t>terénní prohlídka</w:t>
      </w:r>
      <w:r w:rsidR="00FA3E40">
        <w:t xml:space="preserve"> </w:t>
      </w:r>
      <w:proofErr w:type="gramStart"/>
      <w:r w:rsidR="00FA3E40">
        <w:t>18.9.2018</w:t>
      </w:r>
      <w:proofErr w:type="gramEnd"/>
    </w:p>
    <w:p w14:paraId="5B88F770" w14:textId="23C00C3D" w:rsidR="00211532" w:rsidRDefault="00211532" w:rsidP="00BB389B">
      <w:pPr>
        <w:pStyle w:val="Odstavecseseznamem"/>
        <w:numPr>
          <w:ilvl w:val="0"/>
          <w:numId w:val="19"/>
        </w:numPr>
        <w:spacing w:after="120" w:line="360" w:lineRule="auto"/>
        <w:ind w:left="340" w:hanging="340"/>
        <w:contextualSpacing w:val="0"/>
      </w:pPr>
      <w:r>
        <w:t xml:space="preserve">průzkumné sondy ke zjištění existence a stavu historického pískovcového opevnění (17.12.2018 provedl provoz CV </w:t>
      </w:r>
      <w:proofErr w:type="spellStart"/>
      <w:r>
        <w:t>POh</w:t>
      </w:r>
      <w:proofErr w:type="spellEnd"/>
      <w:r>
        <w:t xml:space="preserve">,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>)</w:t>
      </w:r>
      <w:r w:rsidR="00011815">
        <w:t>.</w:t>
      </w:r>
    </w:p>
    <w:p w14:paraId="443F31C2" w14:textId="24FA8FA0" w:rsidR="00F30E09" w:rsidRDefault="00ED0458" w:rsidP="00516635">
      <w:pPr>
        <w:spacing w:after="120" w:line="360" w:lineRule="auto"/>
      </w:pPr>
      <w:r>
        <w:t>Případné p</w:t>
      </w:r>
      <w:r w:rsidR="00516635">
        <w:t xml:space="preserve">odmínky </w:t>
      </w:r>
      <w:r>
        <w:t xml:space="preserve">pro </w:t>
      </w:r>
      <w:r w:rsidR="00516635">
        <w:t>realizac</w:t>
      </w:r>
      <w:r>
        <w:t>i</w:t>
      </w:r>
      <w:r w:rsidR="00516635">
        <w:t xml:space="preserve"> stavby uvedené ve stavebním povolení, popř. rozhodnutí o umístění stavby, budou p</w:t>
      </w:r>
      <w:r w:rsidR="00F30E09">
        <w:t>ři realizaci stavby zohledněny.</w:t>
      </w:r>
    </w:p>
    <w:sectPr w:rsidR="00F30E09" w:rsidSect="00733701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611F6" w14:textId="77777777" w:rsidR="00826111" w:rsidRDefault="00826111">
      <w:r>
        <w:separator/>
      </w:r>
    </w:p>
  </w:endnote>
  <w:endnote w:type="continuationSeparator" w:id="0">
    <w:p w14:paraId="6EF23FCA" w14:textId="77777777" w:rsidR="00826111" w:rsidRDefault="0082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Web">
    <w:panose1 w:val="020B050303040302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CF046" w14:textId="77777777" w:rsidR="00D85FBE" w:rsidRDefault="004210AC" w:rsidP="00D403C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85FB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A3CF047" w14:textId="77777777" w:rsidR="00D85FBE" w:rsidRDefault="00D85FBE" w:rsidP="00AD556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CF048" w14:textId="77777777" w:rsidR="00D85FBE" w:rsidRDefault="00D85FBE" w:rsidP="00733701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Myriad Web" w:hAnsi="Myriad Web"/>
        <w:sz w:val="16"/>
      </w:rPr>
    </w:pPr>
  </w:p>
  <w:p w14:paraId="2A3CF049" w14:textId="76DF499C" w:rsidR="00D85FBE" w:rsidRPr="004333A1" w:rsidRDefault="00B40550" w:rsidP="00733701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Myriad Web" w:hAnsi="Myriad Web"/>
      </w:rPr>
    </w:pPr>
    <w:r>
      <w:rPr>
        <w:rFonts w:ascii="Myriad Web" w:hAnsi="Myriad Web"/>
        <w:noProof/>
        <w:sz w:val="10"/>
        <w:szCs w:val="10"/>
      </w:rPr>
      <w:drawing>
        <wp:anchor distT="0" distB="0" distL="114300" distR="114300" simplePos="0" relativeHeight="251659776" behindDoc="0" locked="0" layoutInCell="1" allowOverlap="1" wp14:anchorId="2A3CF04A" wp14:editId="2A3CF04B">
          <wp:simplePos x="0" y="0"/>
          <wp:positionH relativeFrom="column">
            <wp:posOffset>-43815</wp:posOffset>
          </wp:positionH>
          <wp:positionV relativeFrom="paragraph">
            <wp:posOffset>-85090</wp:posOffset>
          </wp:positionV>
          <wp:extent cx="228600" cy="285750"/>
          <wp:effectExtent l="0" t="0" r="0" b="0"/>
          <wp:wrapNone/>
          <wp:docPr id="3" name="obrázek 3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85FBE">
      <w:rPr>
        <w:rFonts w:ascii="Myriad Web" w:hAnsi="Myriad Web"/>
        <w:sz w:val="16"/>
      </w:rPr>
      <w:t xml:space="preserve">         </w:t>
    </w:r>
    <w:r w:rsidR="00D85FBE" w:rsidRPr="004333A1">
      <w:rPr>
        <w:rFonts w:ascii="Myriad Web" w:hAnsi="Myriad Web"/>
        <w:sz w:val="16"/>
      </w:rPr>
      <w:t xml:space="preserve"> Povodí Ohře, s.</w:t>
    </w:r>
    <w:r w:rsidR="00D85FBE">
      <w:rPr>
        <w:rFonts w:ascii="Myriad Web" w:hAnsi="Myriad Web"/>
        <w:sz w:val="16"/>
      </w:rPr>
      <w:t xml:space="preserve"> </w:t>
    </w:r>
    <w:r w:rsidR="00D85FBE" w:rsidRPr="004333A1">
      <w:rPr>
        <w:rFonts w:ascii="Myriad Web" w:hAnsi="Myriad Web"/>
        <w:sz w:val="16"/>
      </w:rPr>
      <w:t xml:space="preserve">p., </w:t>
    </w:r>
    <w:r w:rsidR="00472779">
      <w:rPr>
        <w:rFonts w:ascii="Myriad Web" w:hAnsi="Myriad Web"/>
        <w:sz w:val="16"/>
      </w:rPr>
      <w:t>o</w:t>
    </w:r>
    <w:r w:rsidR="00D85FBE" w:rsidRPr="004333A1">
      <w:rPr>
        <w:rFonts w:ascii="Myriad Web" w:hAnsi="Myriad Web"/>
        <w:sz w:val="16"/>
      </w:rPr>
      <w:t>dbor PPZ</w:t>
    </w:r>
    <w:r w:rsidR="00472779">
      <w:rPr>
        <w:rFonts w:ascii="Myriad Web" w:hAnsi="Myriad Web"/>
        <w:sz w:val="16"/>
      </w:rPr>
      <w:t>, Bezručova 4219, 430 03 Chomutov</w:t>
    </w:r>
    <w:r w:rsidR="00D85FBE" w:rsidRPr="004333A1">
      <w:rPr>
        <w:rFonts w:ascii="Myriad Web" w:hAnsi="Myriad Web"/>
        <w:sz w:val="16"/>
      </w:rPr>
      <w:tab/>
    </w:r>
    <w:r w:rsidR="004210AC" w:rsidRPr="00733701">
      <w:rPr>
        <w:rStyle w:val="slostrnky"/>
        <w:rFonts w:ascii="Myriad Web" w:hAnsi="Myriad Web"/>
        <w:sz w:val="16"/>
        <w:szCs w:val="16"/>
      </w:rPr>
      <w:fldChar w:fldCharType="begin"/>
    </w:r>
    <w:r w:rsidR="00D85FBE" w:rsidRPr="00733701">
      <w:rPr>
        <w:rStyle w:val="slostrnky"/>
        <w:rFonts w:ascii="Myriad Web" w:hAnsi="Myriad Web"/>
        <w:sz w:val="16"/>
        <w:szCs w:val="16"/>
      </w:rPr>
      <w:instrText xml:space="preserve"> PAGE </w:instrText>
    </w:r>
    <w:r w:rsidR="004210AC" w:rsidRPr="00733701">
      <w:rPr>
        <w:rStyle w:val="slostrnky"/>
        <w:rFonts w:ascii="Myriad Web" w:hAnsi="Myriad Web"/>
        <w:sz w:val="16"/>
        <w:szCs w:val="16"/>
      </w:rPr>
      <w:fldChar w:fldCharType="separate"/>
    </w:r>
    <w:r w:rsidR="00341C85">
      <w:rPr>
        <w:rStyle w:val="slostrnky"/>
        <w:rFonts w:ascii="Myriad Web" w:hAnsi="Myriad Web"/>
        <w:noProof/>
        <w:sz w:val="16"/>
        <w:szCs w:val="16"/>
      </w:rPr>
      <w:t>2</w:t>
    </w:r>
    <w:r w:rsidR="004210AC" w:rsidRPr="00733701">
      <w:rPr>
        <w:rStyle w:val="slostrnky"/>
        <w:rFonts w:ascii="Myriad Web" w:hAnsi="Myriad Web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4B7E5" w14:textId="77777777" w:rsidR="00826111" w:rsidRDefault="00826111">
      <w:r>
        <w:separator/>
      </w:r>
    </w:p>
  </w:footnote>
  <w:footnote w:type="continuationSeparator" w:id="0">
    <w:p w14:paraId="5834AA93" w14:textId="77777777" w:rsidR="00826111" w:rsidRDefault="00826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17EBC" w14:textId="4127DB40" w:rsidR="00D721A2" w:rsidRPr="00E37FC8" w:rsidRDefault="00D721A2" w:rsidP="00D721A2">
    <w:pPr>
      <w:pStyle w:val="Zhlav"/>
      <w:tabs>
        <w:tab w:val="clear" w:pos="4536"/>
        <w:tab w:val="clear" w:pos="9072"/>
        <w:tab w:val="right" w:pos="9639"/>
      </w:tabs>
    </w:pPr>
    <w:r w:rsidRPr="004333A1">
      <w:rPr>
        <w:rFonts w:ascii="Myriad Web" w:hAnsi="Myriad Web"/>
        <w:sz w:val="16"/>
        <w:u w:val="single"/>
      </w:rPr>
      <w:t>Zak</w:t>
    </w:r>
    <w:r>
      <w:rPr>
        <w:rFonts w:ascii="Myriad Web" w:hAnsi="Myriad Web"/>
        <w:sz w:val="16"/>
        <w:u w:val="single"/>
      </w:rPr>
      <w:t>ázka</w:t>
    </w:r>
    <w:r w:rsidRPr="004333A1">
      <w:rPr>
        <w:rFonts w:ascii="Myriad Web" w:hAnsi="Myriad Web"/>
        <w:sz w:val="16"/>
        <w:u w:val="single"/>
      </w:rPr>
      <w:t xml:space="preserve"> </w:t>
    </w:r>
    <w:r w:rsidR="00061C6E">
      <w:rPr>
        <w:rFonts w:ascii="Myriad Web" w:hAnsi="Myriad Web"/>
        <w:sz w:val="16"/>
        <w:u w:val="single"/>
      </w:rPr>
      <w:t xml:space="preserve">č. </w:t>
    </w:r>
    <w:r w:rsidR="00216DB7">
      <w:rPr>
        <w:rFonts w:ascii="Myriad Web" w:hAnsi="Myriad Web"/>
        <w:sz w:val="16"/>
        <w:u w:val="single"/>
      </w:rPr>
      <w:t>302 682</w:t>
    </w:r>
    <w:r>
      <w:rPr>
        <w:rFonts w:ascii="Myriad Web" w:hAnsi="Myriad Web"/>
        <w:sz w:val="16"/>
        <w:u w:val="single"/>
      </w:rPr>
      <w:tab/>
    </w:r>
    <w:r w:rsidR="00216DB7">
      <w:rPr>
        <w:rFonts w:ascii="Myriad Web" w:hAnsi="Myriad Web"/>
        <w:sz w:val="16"/>
        <w:u w:val="single"/>
      </w:rPr>
      <w:t xml:space="preserve">Kamenice v Srbské Kamenici – LB zeď u </w:t>
    </w:r>
    <w:proofErr w:type="gramStart"/>
    <w:r w:rsidR="00216DB7">
      <w:rPr>
        <w:rFonts w:ascii="Myriad Web" w:hAnsi="Myriad Web"/>
        <w:sz w:val="16"/>
        <w:u w:val="single"/>
      </w:rPr>
      <w:t>č.p.</w:t>
    </w:r>
    <w:proofErr w:type="gramEnd"/>
    <w:r w:rsidR="00216DB7">
      <w:rPr>
        <w:rFonts w:ascii="Myriad Web" w:hAnsi="Myriad Web"/>
        <w:sz w:val="16"/>
        <w:u w:val="single"/>
      </w:rPr>
      <w:t xml:space="preserve"> 152</w:t>
    </w:r>
  </w:p>
  <w:p w14:paraId="2A3CF045" w14:textId="13C2194E" w:rsidR="00D85FBE" w:rsidRPr="00D721A2" w:rsidRDefault="00D85FBE" w:rsidP="00D721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3AD5"/>
    <w:multiLevelType w:val="multilevel"/>
    <w:tmpl w:val="A850B11C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A4776DF"/>
    <w:multiLevelType w:val="multilevel"/>
    <w:tmpl w:val="7604F43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2A161DB"/>
    <w:multiLevelType w:val="hybridMultilevel"/>
    <w:tmpl w:val="B3462118"/>
    <w:lvl w:ilvl="0" w:tplc="1814363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E6775B"/>
    <w:multiLevelType w:val="hybridMultilevel"/>
    <w:tmpl w:val="B9D4AE02"/>
    <w:lvl w:ilvl="0" w:tplc="6E9E11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15AC6"/>
    <w:multiLevelType w:val="hybridMultilevel"/>
    <w:tmpl w:val="5C44FED2"/>
    <w:lvl w:ilvl="0" w:tplc="693C9A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4044D"/>
    <w:multiLevelType w:val="hybridMultilevel"/>
    <w:tmpl w:val="3550CCC4"/>
    <w:lvl w:ilvl="0" w:tplc="B7E68FF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D5D62"/>
    <w:multiLevelType w:val="multilevel"/>
    <w:tmpl w:val="81A64810"/>
    <w:lvl w:ilvl="0">
      <w:start w:val="1"/>
      <w:numFmt w:val="decimal"/>
      <w:lvlText w:val="A.%1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u w:val="single"/>
      </w:rPr>
    </w:lvl>
    <w:lvl w:ilvl="1">
      <w:start w:val="1"/>
      <w:numFmt w:val="decimal"/>
      <w:lvlText w:val="A.%1.%2"/>
      <w:lvlJc w:val="left"/>
      <w:pPr>
        <w:tabs>
          <w:tab w:val="num" w:pos="595"/>
        </w:tabs>
        <w:ind w:left="595" w:hanging="595"/>
      </w:pPr>
      <w:rPr>
        <w:rFonts w:hint="default"/>
        <w:b/>
        <w:i w:val="0"/>
        <w:sz w:val="20"/>
        <w:szCs w:val="20"/>
        <w:u w:val="single"/>
      </w:rPr>
    </w:lvl>
    <w:lvl w:ilvl="2">
      <w:start w:val="1"/>
      <w:numFmt w:val="ordinal"/>
      <w:lvlText w:val="%1.%2%3"/>
      <w:lvlJc w:val="left"/>
      <w:pPr>
        <w:ind w:left="1264" w:hanging="697"/>
      </w:pPr>
      <w:rPr>
        <w:rFonts w:hint="default"/>
        <w:b w:val="0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7">
    <w:nsid w:val="390A60E4"/>
    <w:multiLevelType w:val="hybridMultilevel"/>
    <w:tmpl w:val="D4EAA3F4"/>
    <w:lvl w:ilvl="0" w:tplc="84EA98D2">
      <w:start w:val="1"/>
      <w:numFmt w:val="upperLetter"/>
      <w:lvlText w:val="%1."/>
      <w:lvlJc w:val="left"/>
      <w:pPr>
        <w:ind w:left="12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9311291"/>
    <w:multiLevelType w:val="multilevel"/>
    <w:tmpl w:val="A850B11C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4E2988"/>
    <w:multiLevelType w:val="hybridMultilevel"/>
    <w:tmpl w:val="F318A8FA"/>
    <w:lvl w:ilvl="0" w:tplc="1814363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3E46B5"/>
    <w:multiLevelType w:val="singleLevel"/>
    <w:tmpl w:val="84EA98D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11">
    <w:nsid w:val="50C00FF3"/>
    <w:multiLevelType w:val="multilevel"/>
    <w:tmpl w:val="6E56559E"/>
    <w:lvl w:ilvl="0">
      <w:start w:val="1"/>
      <w:numFmt w:val="decimal"/>
      <w:lvlText w:val="A.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A.%1.%2"/>
      <w:lvlJc w:val="left"/>
      <w:pPr>
        <w:tabs>
          <w:tab w:val="num" w:pos="595"/>
        </w:tabs>
        <w:ind w:left="595" w:hanging="595"/>
      </w:pPr>
      <w:rPr>
        <w:rFonts w:hint="default"/>
        <w:b w:val="0"/>
        <w:i w:val="0"/>
        <w:sz w:val="20"/>
        <w:szCs w:val="20"/>
      </w:rPr>
    </w:lvl>
    <w:lvl w:ilvl="2">
      <w:start w:val="1"/>
      <w:numFmt w:val="ordinal"/>
      <w:lvlText w:val="%1.%2%3"/>
      <w:lvlJc w:val="left"/>
      <w:pPr>
        <w:ind w:left="1264" w:hanging="697"/>
      </w:pPr>
      <w:rPr>
        <w:rFonts w:hint="default"/>
        <w:b w:val="0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2">
    <w:nsid w:val="59E15089"/>
    <w:multiLevelType w:val="multilevel"/>
    <w:tmpl w:val="26D89C78"/>
    <w:lvl w:ilvl="0">
      <w:start w:val="1"/>
      <w:numFmt w:val="upperLetter"/>
      <w:lvlText w:val="%1."/>
      <w:lvlJc w:val="left"/>
      <w:pPr>
        <w:ind w:left="425" w:hanging="283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868"/>
        </w:tabs>
        <w:ind w:left="794" w:hanging="454"/>
      </w:pPr>
      <w:rPr>
        <w:rFonts w:hint="default"/>
        <w:b w:val="0"/>
        <w:i w:val="0"/>
        <w:sz w:val="18"/>
      </w:rPr>
    </w:lvl>
    <w:lvl w:ilvl="2">
      <w:start w:val="1"/>
      <w:numFmt w:val="ordinal"/>
      <w:lvlText w:val="%1.%2%3"/>
      <w:lvlJc w:val="left"/>
      <w:pPr>
        <w:ind w:left="1264" w:hanging="697"/>
      </w:pPr>
      <w:rPr>
        <w:rFonts w:hint="default"/>
        <w:b w:val="0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3">
    <w:nsid w:val="5BC856F6"/>
    <w:multiLevelType w:val="hybridMultilevel"/>
    <w:tmpl w:val="CE8EB5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50057"/>
    <w:multiLevelType w:val="hybridMultilevel"/>
    <w:tmpl w:val="7A523638"/>
    <w:lvl w:ilvl="0" w:tplc="B16C18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A7482"/>
    <w:multiLevelType w:val="hybridMultilevel"/>
    <w:tmpl w:val="CBE48A9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63E473C4"/>
    <w:multiLevelType w:val="hybridMultilevel"/>
    <w:tmpl w:val="E66A01CA"/>
    <w:lvl w:ilvl="0" w:tplc="8914569C">
      <w:start w:val="1"/>
      <w:numFmt w:val="bullet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50729B"/>
    <w:multiLevelType w:val="singleLevel"/>
    <w:tmpl w:val="D21C0F7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66D30CCC"/>
    <w:multiLevelType w:val="hybridMultilevel"/>
    <w:tmpl w:val="640CBF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E14C6"/>
    <w:multiLevelType w:val="singleLevel"/>
    <w:tmpl w:val="6A70A338"/>
    <w:lvl w:ilvl="0">
      <w:start w:val="1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0">
    <w:nsid w:val="7CF1710C"/>
    <w:multiLevelType w:val="hybridMultilevel"/>
    <w:tmpl w:val="3EF0D4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0"/>
  </w:num>
  <w:num w:numId="5">
    <w:abstractNumId w:val="16"/>
  </w:num>
  <w:num w:numId="6">
    <w:abstractNumId w:val="7"/>
  </w:num>
  <w:num w:numId="7">
    <w:abstractNumId w:val="15"/>
  </w:num>
  <w:num w:numId="8">
    <w:abstractNumId w:val="9"/>
  </w:num>
  <w:num w:numId="9">
    <w:abstractNumId w:val="2"/>
  </w:num>
  <w:num w:numId="10">
    <w:abstractNumId w:val="20"/>
  </w:num>
  <w:num w:numId="11">
    <w:abstractNumId w:val="12"/>
  </w:num>
  <w:num w:numId="12">
    <w:abstractNumId w:val="12"/>
    <w:lvlOverride w:ilvl="0">
      <w:lvl w:ilvl="0">
        <w:start w:val="1"/>
        <w:numFmt w:val="upperLetter"/>
        <w:lvlText w:val="%1."/>
        <w:lvlJc w:val="left"/>
        <w:pPr>
          <w:ind w:left="425" w:hanging="283"/>
        </w:pPr>
        <w:rPr>
          <w:rFonts w:hint="default"/>
        </w:rPr>
      </w:lvl>
    </w:lvlOverride>
    <w:lvlOverride w:ilvl="1">
      <w:lvl w:ilvl="1">
        <w:start w:val="1"/>
        <w:numFmt w:val="ordinal"/>
        <w:lvlText w:val="%1.%2"/>
        <w:lvlJc w:val="left"/>
        <w:pPr>
          <w:tabs>
            <w:tab w:val="num" w:pos="868"/>
          </w:tabs>
          <w:ind w:left="794" w:hanging="454"/>
        </w:pPr>
        <w:rPr>
          <w:rFonts w:hint="default"/>
          <w:b w:val="0"/>
          <w:i w:val="0"/>
          <w:sz w:val="18"/>
        </w:rPr>
      </w:lvl>
    </w:lvlOverride>
    <w:lvlOverride w:ilvl="2">
      <w:lvl w:ilvl="2">
        <w:start w:val="1"/>
        <w:numFmt w:val="ordinal"/>
        <w:lvlText w:val="%1.%2%3"/>
        <w:lvlJc w:val="left"/>
        <w:pPr>
          <w:ind w:left="1162" w:hanging="623"/>
        </w:pPr>
        <w:rPr>
          <w:rFonts w:hint="default"/>
          <w:b w:val="0"/>
        </w:rPr>
      </w:lvl>
    </w:lvlOverride>
    <w:lvlOverride w:ilvl="3">
      <w:lvl w:ilvl="3">
        <w:start w:val="1"/>
        <w:numFmt w:val="none"/>
        <w:lvlText w:val="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ind w:left="3213" w:hanging="357"/>
        </w:pPr>
        <w:rPr>
          <w:rFonts w:hint="default"/>
        </w:rPr>
      </w:lvl>
    </w:lvlOverride>
  </w:num>
  <w:num w:numId="13">
    <w:abstractNumId w:val="12"/>
    <w:lvlOverride w:ilvl="0">
      <w:lvl w:ilvl="0">
        <w:start w:val="1"/>
        <w:numFmt w:val="upperLetter"/>
        <w:lvlText w:val="%1."/>
        <w:lvlJc w:val="left"/>
        <w:pPr>
          <w:ind w:left="425" w:hanging="283"/>
        </w:pPr>
        <w:rPr>
          <w:rFonts w:hint="default"/>
        </w:rPr>
      </w:lvl>
    </w:lvlOverride>
    <w:lvlOverride w:ilvl="1">
      <w:lvl w:ilvl="1">
        <w:start w:val="1"/>
        <w:numFmt w:val="ordinal"/>
        <w:lvlText w:val="%1.%2"/>
        <w:lvlJc w:val="left"/>
        <w:pPr>
          <w:tabs>
            <w:tab w:val="num" w:pos="868"/>
          </w:tabs>
          <w:ind w:left="794" w:hanging="454"/>
        </w:pPr>
        <w:rPr>
          <w:rFonts w:hint="default"/>
          <w:b w:val="0"/>
          <w:i w:val="0"/>
          <w:sz w:val="18"/>
        </w:rPr>
      </w:lvl>
    </w:lvlOverride>
    <w:lvlOverride w:ilvl="2">
      <w:lvl w:ilvl="2">
        <w:start w:val="1"/>
        <w:numFmt w:val="ordinal"/>
        <w:lvlText w:val="%1.%2%3"/>
        <w:lvlJc w:val="left"/>
        <w:pPr>
          <w:ind w:left="1162" w:hanging="623"/>
        </w:pPr>
        <w:rPr>
          <w:rFonts w:hint="default"/>
          <w:b w:val="0"/>
        </w:rPr>
      </w:lvl>
    </w:lvlOverride>
    <w:lvlOverride w:ilvl="3">
      <w:lvl w:ilvl="3">
        <w:start w:val="1"/>
        <w:numFmt w:val="none"/>
        <w:lvlText w:val="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13"/>
  </w:num>
  <w:num w:numId="15">
    <w:abstractNumId w:val="11"/>
  </w:num>
  <w:num w:numId="16">
    <w:abstractNumId w:val="6"/>
  </w:num>
  <w:num w:numId="17">
    <w:abstractNumId w:val="4"/>
  </w:num>
  <w:num w:numId="18">
    <w:abstractNumId w:val="14"/>
  </w:num>
  <w:num w:numId="19">
    <w:abstractNumId w:val="5"/>
  </w:num>
  <w:num w:numId="20">
    <w:abstractNumId w:val="0"/>
  </w:num>
  <w:num w:numId="21">
    <w:abstractNumId w:val="8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E7"/>
    <w:rsid w:val="00007177"/>
    <w:rsid w:val="0001112C"/>
    <w:rsid w:val="00011815"/>
    <w:rsid w:val="00013651"/>
    <w:rsid w:val="00015CF4"/>
    <w:rsid w:val="00016D97"/>
    <w:rsid w:val="00017493"/>
    <w:rsid w:val="000223F9"/>
    <w:rsid w:val="00024E85"/>
    <w:rsid w:val="000274C1"/>
    <w:rsid w:val="00033276"/>
    <w:rsid w:val="000405EB"/>
    <w:rsid w:val="000443C4"/>
    <w:rsid w:val="00050FBF"/>
    <w:rsid w:val="00056E5F"/>
    <w:rsid w:val="00061A55"/>
    <w:rsid w:val="00061C6E"/>
    <w:rsid w:val="000636B4"/>
    <w:rsid w:val="00066A9D"/>
    <w:rsid w:val="000707AF"/>
    <w:rsid w:val="00073248"/>
    <w:rsid w:val="000739A2"/>
    <w:rsid w:val="00073D13"/>
    <w:rsid w:val="0007657E"/>
    <w:rsid w:val="000816B1"/>
    <w:rsid w:val="000831C1"/>
    <w:rsid w:val="00085EA7"/>
    <w:rsid w:val="000926E2"/>
    <w:rsid w:val="00092BAD"/>
    <w:rsid w:val="00097925"/>
    <w:rsid w:val="000A5EC7"/>
    <w:rsid w:val="000B4F3A"/>
    <w:rsid w:val="000C1795"/>
    <w:rsid w:val="000C4686"/>
    <w:rsid w:val="000C4B8D"/>
    <w:rsid w:val="000C5BBE"/>
    <w:rsid w:val="000D1AF7"/>
    <w:rsid w:val="000E3E2B"/>
    <w:rsid w:val="000F1D19"/>
    <w:rsid w:val="000F5338"/>
    <w:rsid w:val="000F5AA0"/>
    <w:rsid w:val="000F6259"/>
    <w:rsid w:val="000F7913"/>
    <w:rsid w:val="00101160"/>
    <w:rsid w:val="00104324"/>
    <w:rsid w:val="001136A8"/>
    <w:rsid w:val="001138F6"/>
    <w:rsid w:val="00113F7F"/>
    <w:rsid w:val="0011632A"/>
    <w:rsid w:val="00116E97"/>
    <w:rsid w:val="001171BA"/>
    <w:rsid w:val="001342A5"/>
    <w:rsid w:val="001350D0"/>
    <w:rsid w:val="00141C33"/>
    <w:rsid w:val="00157ADE"/>
    <w:rsid w:val="00175A97"/>
    <w:rsid w:val="00176045"/>
    <w:rsid w:val="00176902"/>
    <w:rsid w:val="00177F4C"/>
    <w:rsid w:val="001837E4"/>
    <w:rsid w:val="00186A5B"/>
    <w:rsid w:val="00187C82"/>
    <w:rsid w:val="001924D8"/>
    <w:rsid w:val="001926AE"/>
    <w:rsid w:val="00194324"/>
    <w:rsid w:val="00194B5D"/>
    <w:rsid w:val="00194FD9"/>
    <w:rsid w:val="00195ACB"/>
    <w:rsid w:val="001A43BE"/>
    <w:rsid w:val="001A5953"/>
    <w:rsid w:val="001A69A3"/>
    <w:rsid w:val="001B3FA2"/>
    <w:rsid w:val="001B5E01"/>
    <w:rsid w:val="001C3012"/>
    <w:rsid w:val="001C6A89"/>
    <w:rsid w:val="001C7682"/>
    <w:rsid w:val="001D2121"/>
    <w:rsid w:val="001D4207"/>
    <w:rsid w:val="001D43BB"/>
    <w:rsid w:val="001D43F3"/>
    <w:rsid w:val="001E0DD0"/>
    <w:rsid w:val="001E39D4"/>
    <w:rsid w:val="001E7C19"/>
    <w:rsid w:val="001F613F"/>
    <w:rsid w:val="001F758D"/>
    <w:rsid w:val="002054BB"/>
    <w:rsid w:val="00205E98"/>
    <w:rsid w:val="002073F9"/>
    <w:rsid w:val="00207806"/>
    <w:rsid w:val="00211532"/>
    <w:rsid w:val="002117AA"/>
    <w:rsid w:val="00214C66"/>
    <w:rsid w:val="00214FB3"/>
    <w:rsid w:val="00216DB7"/>
    <w:rsid w:val="0021732F"/>
    <w:rsid w:val="00220B82"/>
    <w:rsid w:val="00224F77"/>
    <w:rsid w:val="00240AFB"/>
    <w:rsid w:val="00240F63"/>
    <w:rsid w:val="00242605"/>
    <w:rsid w:val="00244AD2"/>
    <w:rsid w:val="00245C39"/>
    <w:rsid w:val="002466DF"/>
    <w:rsid w:val="00247E2B"/>
    <w:rsid w:val="0025186E"/>
    <w:rsid w:val="00252D96"/>
    <w:rsid w:val="00253279"/>
    <w:rsid w:val="00253F09"/>
    <w:rsid w:val="0025560C"/>
    <w:rsid w:val="00257BA9"/>
    <w:rsid w:val="00263C9D"/>
    <w:rsid w:val="002669F9"/>
    <w:rsid w:val="00267172"/>
    <w:rsid w:val="0026724E"/>
    <w:rsid w:val="002677CF"/>
    <w:rsid w:val="00267B83"/>
    <w:rsid w:val="00277072"/>
    <w:rsid w:val="00283DF1"/>
    <w:rsid w:val="0028550C"/>
    <w:rsid w:val="00285EE0"/>
    <w:rsid w:val="002865E7"/>
    <w:rsid w:val="002A3F03"/>
    <w:rsid w:val="002B0B57"/>
    <w:rsid w:val="002B2044"/>
    <w:rsid w:val="002B383B"/>
    <w:rsid w:val="002B3F1B"/>
    <w:rsid w:val="002C750D"/>
    <w:rsid w:val="002C7A36"/>
    <w:rsid w:val="002D504A"/>
    <w:rsid w:val="002D5FFE"/>
    <w:rsid w:val="002D7D06"/>
    <w:rsid w:val="002E4F96"/>
    <w:rsid w:val="002E63D6"/>
    <w:rsid w:val="002F12EB"/>
    <w:rsid w:val="002F5060"/>
    <w:rsid w:val="002F584A"/>
    <w:rsid w:val="002F7D2D"/>
    <w:rsid w:val="0030220A"/>
    <w:rsid w:val="00302548"/>
    <w:rsid w:val="0030361E"/>
    <w:rsid w:val="00313663"/>
    <w:rsid w:val="00314AE9"/>
    <w:rsid w:val="00315A5B"/>
    <w:rsid w:val="00315C28"/>
    <w:rsid w:val="00315EA3"/>
    <w:rsid w:val="00317B77"/>
    <w:rsid w:val="00322320"/>
    <w:rsid w:val="00323F6C"/>
    <w:rsid w:val="003266C8"/>
    <w:rsid w:val="00330D1C"/>
    <w:rsid w:val="00335A89"/>
    <w:rsid w:val="003370F1"/>
    <w:rsid w:val="003371D3"/>
    <w:rsid w:val="0033775B"/>
    <w:rsid w:val="0034061B"/>
    <w:rsid w:val="00341230"/>
    <w:rsid w:val="00341C85"/>
    <w:rsid w:val="00342761"/>
    <w:rsid w:val="00343EF3"/>
    <w:rsid w:val="003452BF"/>
    <w:rsid w:val="003678F8"/>
    <w:rsid w:val="0037569E"/>
    <w:rsid w:val="003833C0"/>
    <w:rsid w:val="003A051F"/>
    <w:rsid w:val="003A1837"/>
    <w:rsid w:val="003A1B3B"/>
    <w:rsid w:val="003A3CE4"/>
    <w:rsid w:val="003A4BDF"/>
    <w:rsid w:val="003A68B8"/>
    <w:rsid w:val="003B377A"/>
    <w:rsid w:val="003B6004"/>
    <w:rsid w:val="003C3E70"/>
    <w:rsid w:val="003C4EB9"/>
    <w:rsid w:val="003D13CC"/>
    <w:rsid w:val="003D199A"/>
    <w:rsid w:val="003D1B47"/>
    <w:rsid w:val="003D1E29"/>
    <w:rsid w:val="003E0450"/>
    <w:rsid w:val="003E0A89"/>
    <w:rsid w:val="003E0D8B"/>
    <w:rsid w:val="003E5CE2"/>
    <w:rsid w:val="003F0C4C"/>
    <w:rsid w:val="003F0E9A"/>
    <w:rsid w:val="003F3FEE"/>
    <w:rsid w:val="003F4473"/>
    <w:rsid w:val="003F4CCB"/>
    <w:rsid w:val="004061A3"/>
    <w:rsid w:val="004076B0"/>
    <w:rsid w:val="00411A6A"/>
    <w:rsid w:val="00414BB5"/>
    <w:rsid w:val="00416268"/>
    <w:rsid w:val="00417EBC"/>
    <w:rsid w:val="004210AC"/>
    <w:rsid w:val="004220B4"/>
    <w:rsid w:val="004312FF"/>
    <w:rsid w:val="0043741F"/>
    <w:rsid w:val="00437659"/>
    <w:rsid w:val="00437B7C"/>
    <w:rsid w:val="0044041B"/>
    <w:rsid w:val="00442552"/>
    <w:rsid w:val="0045020E"/>
    <w:rsid w:val="004517C1"/>
    <w:rsid w:val="004527FF"/>
    <w:rsid w:val="004548A9"/>
    <w:rsid w:val="00457323"/>
    <w:rsid w:val="00460605"/>
    <w:rsid w:val="00461448"/>
    <w:rsid w:val="00461ACE"/>
    <w:rsid w:val="00470F8C"/>
    <w:rsid w:val="00472779"/>
    <w:rsid w:val="004733A1"/>
    <w:rsid w:val="00475796"/>
    <w:rsid w:val="00480832"/>
    <w:rsid w:val="00494724"/>
    <w:rsid w:val="004A60D2"/>
    <w:rsid w:val="004B1B62"/>
    <w:rsid w:val="004B2B4A"/>
    <w:rsid w:val="004B4C0D"/>
    <w:rsid w:val="004B69D0"/>
    <w:rsid w:val="004C1FC6"/>
    <w:rsid w:val="004C24F5"/>
    <w:rsid w:val="004C2B26"/>
    <w:rsid w:val="004C2EA1"/>
    <w:rsid w:val="004D1040"/>
    <w:rsid w:val="004D729C"/>
    <w:rsid w:val="004D746A"/>
    <w:rsid w:val="004E42A0"/>
    <w:rsid w:val="004E5AA6"/>
    <w:rsid w:val="004F5670"/>
    <w:rsid w:val="004F6421"/>
    <w:rsid w:val="00513963"/>
    <w:rsid w:val="0051417D"/>
    <w:rsid w:val="00515005"/>
    <w:rsid w:val="00516635"/>
    <w:rsid w:val="005175AF"/>
    <w:rsid w:val="005200C3"/>
    <w:rsid w:val="00520489"/>
    <w:rsid w:val="00522CEC"/>
    <w:rsid w:val="00526D58"/>
    <w:rsid w:val="00527953"/>
    <w:rsid w:val="0053154A"/>
    <w:rsid w:val="00531854"/>
    <w:rsid w:val="00532DF5"/>
    <w:rsid w:val="00535637"/>
    <w:rsid w:val="00535A87"/>
    <w:rsid w:val="005360EF"/>
    <w:rsid w:val="00536D55"/>
    <w:rsid w:val="00536F3E"/>
    <w:rsid w:val="00537BFB"/>
    <w:rsid w:val="00545FCB"/>
    <w:rsid w:val="00547AAA"/>
    <w:rsid w:val="00547AFB"/>
    <w:rsid w:val="0055346C"/>
    <w:rsid w:val="005663F5"/>
    <w:rsid w:val="005707E8"/>
    <w:rsid w:val="005709A9"/>
    <w:rsid w:val="005723FD"/>
    <w:rsid w:val="0059102C"/>
    <w:rsid w:val="00593D51"/>
    <w:rsid w:val="005A1F50"/>
    <w:rsid w:val="005A2083"/>
    <w:rsid w:val="005A2497"/>
    <w:rsid w:val="005A3914"/>
    <w:rsid w:val="005B1A6B"/>
    <w:rsid w:val="005B24F3"/>
    <w:rsid w:val="005B2EF0"/>
    <w:rsid w:val="005B34BE"/>
    <w:rsid w:val="005B619E"/>
    <w:rsid w:val="005C648D"/>
    <w:rsid w:val="005C7DCF"/>
    <w:rsid w:val="005C7ECA"/>
    <w:rsid w:val="005D4C0E"/>
    <w:rsid w:val="005E29FB"/>
    <w:rsid w:val="005E4A00"/>
    <w:rsid w:val="005E689F"/>
    <w:rsid w:val="005E7F94"/>
    <w:rsid w:val="005F1255"/>
    <w:rsid w:val="005F300F"/>
    <w:rsid w:val="005F643E"/>
    <w:rsid w:val="005F6FA7"/>
    <w:rsid w:val="00601864"/>
    <w:rsid w:val="006034AF"/>
    <w:rsid w:val="0061286A"/>
    <w:rsid w:val="006145BB"/>
    <w:rsid w:val="00623A89"/>
    <w:rsid w:val="00624C74"/>
    <w:rsid w:val="00625257"/>
    <w:rsid w:val="00632294"/>
    <w:rsid w:val="00634708"/>
    <w:rsid w:val="006512E4"/>
    <w:rsid w:val="00653B45"/>
    <w:rsid w:val="006627D6"/>
    <w:rsid w:val="00664EF1"/>
    <w:rsid w:val="00665B84"/>
    <w:rsid w:val="0067504F"/>
    <w:rsid w:val="006817AE"/>
    <w:rsid w:val="00692EE2"/>
    <w:rsid w:val="006935FF"/>
    <w:rsid w:val="006A4E1A"/>
    <w:rsid w:val="006A5769"/>
    <w:rsid w:val="006A677E"/>
    <w:rsid w:val="006B0FD8"/>
    <w:rsid w:val="006B4B9E"/>
    <w:rsid w:val="006B51D5"/>
    <w:rsid w:val="006B5AD4"/>
    <w:rsid w:val="006C30DF"/>
    <w:rsid w:val="006D01F1"/>
    <w:rsid w:val="006D13CD"/>
    <w:rsid w:val="006D346F"/>
    <w:rsid w:val="006D4A5B"/>
    <w:rsid w:val="006D5493"/>
    <w:rsid w:val="006E027B"/>
    <w:rsid w:val="006E6B05"/>
    <w:rsid w:val="006F1E17"/>
    <w:rsid w:val="006F7E30"/>
    <w:rsid w:val="00700A27"/>
    <w:rsid w:val="0070125D"/>
    <w:rsid w:val="00710437"/>
    <w:rsid w:val="00711402"/>
    <w:rsid w:val="0071487D"/>
    <w:rsid w:val="00715009"/>
    <w:rsid w:val="00717586"/>
    <w:rsid w:val="00720CE7"/>
    <w:rsid w:val="00723B3D"/>
    <w:rsid w:val="00723BBB"/>
    <w:rsid w:val="007253EB"/>
    <w:rsid w:val="00732936"/>
    <w:rsid w:val="00733701"/>
    <w:rsid w:val="00740CDD"/>
    <w:rsid w:val="0074107E"/>
    <w:rsid w:val="00741FB5"/>
    <w:rsid w:val="00746304"/>
    <w:rsid w:val="007557F4"/>
    <w:rsid w:val="00760D69"/>
    <w:rsid w:val="00762481"/>
    <w:rsid w:val="00763FB8"/>
    <w:rsid w:val="007652DC"/>
    <w:rsid w:val="007711E7"/>
    <w:rsid w:val="0077396C"/>
    <w:rsid w:val="007739A1"/>
    <w:rsid w:val="00773FB0"/>
    <w:rsid w:val="0077461B"/>
    <w:rsid w:val="00777E8A"/>
    <w:rsid w:val="007933DA"/>
    <w:rsid w:val="00794666"/>
    <w:rsid w:val="007A01CF"/>
    <w:rsid w:val="007B3255"/>
    <w:rsid w:val="007D41B0"/>
    <w:rsid w:val="007D57CD"/>
    <w:rsid w:val="007E28AF"/>
    <w:rsid w:val="007E2AD4"/>
    <w:rsid w:val="007E3897"/>
    <w:rsid w:val="007F1562"/>
    <w:rsid w:val="007F45DF"/>
    <w:rsid w:val="00800FBB"/>
    <w:rsid w:val="00802642"/>
    <w:rsid w:val="00802793"/>
    <w:rsid w:val="00804721"/>
    <w:rsid w:val="008122ED"/>
    <w:rsid w:val="0082343E"/>
    <w:rsid w:val="00826111"/>
    <w:rsid w:val="008306FF"/>
    <w:rsid w:val="00832B46"/>
    <w:rsid w:val="00833183"/>
    <w:rsid w:val="0083390C"/>
    <w:rsid w:val="00835964"/>
    <w:rsid w:val="00836FC4"/>
    <w:rsid w:val="00840F41"/>
    <w:rsid w:val="00844429"/>
    <w:rsid w:val="00851F3C"/>
    <w:rsid w:val="0085581E"/>
    <w:rsid w:val="00883429"/>
    <w:rsid w:val="00886F41"/>
    <w:rsid w:val="008879A3"/>
    <w:rsid w:val="00887B64"/>
    <w:rsid w:val="00890E82"/>
    <w:rsid w:val="0089100E"/>
    <w:rsid w:val="00894462"/>
    <w:rsid w:val="008955FE"/>
    <w:rsid w:val="008B1522"/>
    <w:rsid w:val="008B21A5"/>
    <w:rsid w:val="008B680E"/>
    <w:rsid w:val="008B7354"/>
    <w:rsid w:val="008C133A"/>
    <w:rsid w:val="008C7D40"/>
    <w:rsid w:val="008D31C8"/>
    <w:rsid w:val="008D506A"/>
    <w:rsid w:val="008D6FAC"/>
    <w:rsid w:val="008D7D91"/>
    <w:rsid w:val="008E5003"/>
    <w:rsid w:val="008E57DE"/>
    <w:rsid w:val="008F2EE1"/>
    <w:rsid w:val="008F4B15"/>
    <w:rsid w:val="00904E41"/>
    <w:rsid w:val="00907214"/>
    <w:rsid w:val="00907508"/>
    <w:rsid w:val="00915F47"/>
    <w:rsid w:val="0091756B"/>
    <w:rsid w:val="009274EF"/>
    <w:rsid w:val="009320FA"/>
    <w:rsid w:val="00936ECF"/>
    <w:rsid w:val="00941B5B"/>
    <w:rsid w:val="009434A6"/>
    <w:rsid w:val="00944D3B"/>
    <w:rsid w:val="009453C2"/>
    <w:rsid w:val="009456A2"/>
    <w:rsid w:val="00950E63"/>
    <w:rsid w:val="00953BA1"/>
    <w:rsid w:val="00956C8D"/>
    <w:rsid w:val="00964378"/>
    <w:rsid w:val="0096607D"/>
    <w:rsid w:val="00974089"/>
    <w:rsid w:val="00977F95"/>
    <w:rsid w:val="00980833"/>
    <w:rsid w:val="00980C46"/>
    <w:rsid w:val="00981E77"/>
    <w:rsid w:val="009A108C"/>
    <w:rsid w:val="009A14E1"/>
    <w:rsid w:val="009A5E54"/>
    <w:rsid w:val="009A662F"/>
    <w:rsid w:val="009B0B75"/>
    <w:rsid w:val="009B26A4"/>
    <w:rsid w:val="009B630A"/>
    <w:rsid w:val="009C25CC"/>
    <w:rsid w:val="009C4E94"/>
    <w:rsid w:val="009C6A24"/>
    <w:rsid w:val="009D03E9"/>
    <w:rsid w:val="009D1000"/>
    <w:rsid w:val="009D3296"/>
    <w:rsid w:val="009D49D5"/>
    <w:rsid w:val="009E35A3"/>
    <w:rsid w:val="009F481C"/>
    <w:rsid w:val="009F7D22"/>
    <w:rsid w:val="00A061B2"/>
    <w:rsid w:val="00A06B79"/>
    <w:rsid w:val="00A07177"/>
    <w:rsid w:val="00A14189"/>
    <w:rsid w:val="00A1582F"/>
    <w:rsid w:val="00A15877"/>
    <w:rsid w:val="00A178C1"/>
    <w:rsid w:val="00A221D4"/>
    <w:rsid w:val="00A232D9"/>
    <w:rsid w:val="00A24CD2"/>
    <w:rsid w:val="00A31409"/>
    <w:rsid w:val="00A34BAC"/>
    <w:rsid w:val="00A41C7F"/>
    <w:rsid w:val="00A42383"/>
    <w:rsid w:val="00A43BE7"/>
    <w:rsid w:val="00A441F0"/>
    <w:rsid w:val="00A504F4"/>
    <w:rsid w:val="00A5267A"/>
    <w:rsid w:val="00A54F26"/>
    <w:rsid w:val="00A57092"/>
    <w:rsid w:val="00A57CB8"/>
    <w:rsid w:val="00A57EF8"/>
    <w:rsid w:val="00A6047B"/>
    <w:rsid w:val="00A6405A"/>
    <w:rsid w:val="00A80040"/>
    <w:rsid w:val="00A92420"/>
    <w:rsid w:val="00A93623"/>
    <w:rsid w:val="00A97371"/>
    <w:rsid w:val="00AB1349"/>
    <w:rsid w:val="00AC64C4"/>
    <w:rsid w:val="00AD1F09"/>
    <w:rsid w:val="00AD3815"/>
    <w:rsid w:val="00AD5569"/>
    <w:rsid w:val="00AD5BD1"/>
    <w:rsid w:val="00AE3779"/>
    <w:rsid w:val="00AE3A02"/>
    <w:rsid w:val="00AE57D5"/>
    <w:rsid w:val="00AE5AC1"/>
    <w:rsid w:val="00AE6AA8"/>
    <w:rsid w:val="00AF2A38"/>
    <w:rsid w:val="00AF43DD"/>
    <w:rsid w:val="00AF66C8"/>
    <w:rsid w:val="00AF7A67"/>
    <w:rsid w:val="00B01687"/>
    <w:rsid w:val="00B0407F"/>
    <w:rsid w:val="00B05F39"/>
    <w:rsid w:val="00B135A5"/>
    <w:rsid w:val="00B148D8"/>
    <w:rsid w:val="00B1659D"/>
    <w:rsid w:val="00B23D12"/>
    <w:rsid w:val="00B35E79"/>
    <w:rsid w:val="00B367D2"/>
    <w:rsid w:val="00B40550"/>
    <w:rsid w:val="00B418DB"/>
    <w:rsid w:val="00B44647"/>
    <w:rsid w:val="00B51F85"/>
    <w:rsid w:val="00B52DEB"/>
    <w:rsid w:val="00B54F8B"/>
    <w:rsid w:val="00B554B6"/>
    <w:rsid w:val="00B5626D"/>
    <w:rsid w:val="00B56777"/>
    <w:rsid w:val="00B56B45"/>
    <w:rsid w:val="00B661F9"/>
    <w:rsid w:val="00B76029"/>
    <w:rsid w:val="00B81368"/>
    <w:rsid w:val="00B81D44"/>
    <w:rsid w:val="00B84634"/>
    <w:rsid w:val="00B91983"/>
    <w:rsid w:val="00B92804"/>
    <w:rsid w:val="00B96755"/>
    <w:rsid w:val="00B97375"/>
    <w:rsid w:val="00BA4925"/>
    <w:rsid w:val="00BA58F8"/>
    <w:rsid w:val="00BB25F3"/>
    <w:rsid w:val="00BB389B"/>
    <w:rsid w:val="00BB4B51"/>
    <w:rsid w:val="00BB6CDF"/>
    <w:rsid w:val="00BC221B"/>
    <w:rsid w:val="00BC568C"/>
    <w:rsid w:val="00BC7125"/>
    <w:rsid w:val="00BC7B30"/>
    <w:rsid w:val="00BD3523"/>
    <w:rsid w:val="00BD51E6"/>
    <w:rsid w:val="00BF30AC"/>
    <w:rsid w:val="00C014EE"/>
    <w:rsid w:val="00C035B1"/>
    <w:rsid w:val="00C05528"/>
    <w:rsid w:val="00C11013"/>
    <w:rsid w:val="00C1185C"/>
    <w:rsid w:val="00C126D7"/>
    <w:rsid w:val="00C151B8"/>
    <w:rsid w:val="00C1615F"/>
    <w:rsid w:val="00C20CEB"/>
    <w:rsid w:val="00C20EA6"/>
    <w:rsid w:val="00C210E8"/>
    <w:rsid w:val="00C21232"/>
    <w:rsid w:val="00C22381"/>
    <w:rsid w:val="00C24FBB"/>
    <w:rsid w:val="00C35A53"/>
    <w:rsid w:val="00C4247A"/>
    <w:rsid w:val="00C43DEB"/>
    <w:rsid w:val="00C46D35"/>
    <w:rsid w:val="00C4775A"/>
    <w:rsid w:val="00C516B4"/>
    <w:rsid w:val="00C51BAF"/>
    <w:rsid w:val="00C55F4C"/>
    <w:rsid w:val="00C60383"/>
    <w:rsid w:val="00C74514"/>
    <w:rsid w:val="00C75328"/>
    <w:rsid w:val="00C76BEE"/>
    <w:rsid w:val="00C81419"/>
    <w:rsid w:val="00C858E3"/>
    <w:rsid w:val="00C960C7"/>
    <w:rsid w:val="00CA0A03"/>
    <w:rsid w:val="00CA0B5C"/>
    <w:rsid w:val="00CA2CC5"/>
    <w:rsid w:val="00CA4DA6"/>
    <w:rsid w:val="00CA4EBD"/>
    <w:rsid w:val="00CA5105"/>
    <w:rsid w:val="00CA6229"/>
    <w:rsid w:val="00CA6D67"/>
    <w:rsid w:val="00CB5868"/>
    <w:rsid w:val="00CC1146"/>
    <w:rsid w:val="00CC29D3"/>
    <w:rsid w:val="00CC338A"/>
    <w:rsid w:val="00CD0502"/>
    <w:rsid w:val="00CD1F29"/>
    <w:rsid w:val="00CD51DC"/>
    <w:rsid w:val="00CD72E4"/>
    <w:rsid w:val="00CE480A"/>
    <w:rsid w:val="00CF261A"/>
    <w:rsid w:val="00CF44FA"/>
    <w:rsid w:val="00CF4933"/>
    <w:rsid w:val="00CF6508"/>
    <w:rsid w:val="00D01B70"/>
    <w:rsid w:val="00D02BE7"/>
    <w:rsid w:val="00D064DC"/>
    <w:rsid w:val="00D15C78"/>
    <w:rsid w:val="00D1637E"/>
    <w:rsid w:val="00D21AE5"/>
    <w:rsid w:val="00D251D0"/>
    <w:rsid w:val="00D262DA"/>
    <w:rsid w:val="00D267E4"/>
    <w:rsid w:val="00D26A62"/>
    <w:rsid w:val="00D31BC6"/>
    <w:rsid w:val="00D35460"/>
    <w:rsid w:val="00D37038"/>
    <w:rsid w:val="00D403C8"/>
    <w:rsid w:val="00D4075C"/>
    <w:rsid w:val="00D4195C"/>
    <w:rsid w:val="00D46E0B"/>
    <w:rsid w:val="00D60267"/>
    <w:rsid w:val="00D6451F"/>
    <w:rsid w:val="00D71FBA"/>
    <w:rsid w:val="00D721A2"/>
    <w:rsid w:val="00D749DD"/>
    <w:rsid w:val="00D80178"/>
    <w:rsid w:val="00D83D17"/>
    <w:rsid w:val="00D85FBE"/>
    <w:rsid w:val="00D8646B"/>
    <w:rsid w:val="00D868AF"/>
    <w:rsid w:val="00D91138"/>
    <w:rsid w:val="00D934DE"/>
    <w:rsid w:val="00DA073E"/>
    <w:rsid w:val="00DA07C4"/>
    <w:rsid w:val="00DA1463"/>
    <w:rsid w:val="00DA370E"/>
    <w:rsid w:val="00DA5B51"/>
    <w:rsid w:val="00DA5E14"/>
    <w:rsid w:val="00DA7636"/>
    <w:rsid w:val="00DB06EC"/>
    <w:rsid w:val="00DB34B2"/>
    <w:rsid w:val="00DB5122"/>
    <w:rsid w:val="00DB7826"/>
    <w:rsid w:val="00DC4494"/>
    <w:rsid w:val="00DC5354"/>
    <w:rsid w:val="00DC7373"/>
    <w:rsid w:val="00DD0967"/>
    <w:rsid w:val="00DD60C0"/>
    <w:rsid w:val="00DF0061"/>
    <w:rsid w:val="00DF72C5"/>
    <w:rsid w:val="00E00769"/>
    <w:rsid w:val="00E12A56"/>
    <w:rsid w:val="00E175CA"/>
    <w:rsid w:val="00E27E9E"/>
    <w:rsid w:val="00E303F0"/>
    <w:rsid w:val="00E309DD"/>
    <w:rsid w:val="00E3123E"/>
    <w:rsid w:val="00E349C3"/>
    <w:rsid w:val="00E3719A"/>
    <w:rsid w:val="00E379DC"/>
    <w:rsid w:val="00E40830"/>
    <w:rsid w:val="00E44A63"/>
    <w:rsid w:val="00E4504A"/>
    <w:rsid w:val="00E4756F"/>
    <w:rsid w:val="00E47E36"/>
    <w:rsid w:val="00E543C7"/>
    <w:rsid w:val="00E5627C"/>
    <w:rsid w:val="00E57E6B"/>
    <w:rsid w:val="00E6064E"/>
    <w:rsid w:val="00E60D10"/>
    <w:rsid w:val="00E63886"/>
    <w:rsid w:val="00E63D18"/>
    <w:rsid w:val="00E643DC"/>
    <w:rsid w:val="00E7241D"/>
    <w:rsid w:val="00E72571"/>
    <w:rsid w:val="00E85E57"/>
    <w:rsid w:val="00E92A87"/>
    <w:rsid w:val="00E959F8"/>
    <w:rsid w:val="00EA268F"/>
    <w:rsid w:val="00EA5E44"/>
    <w:rsid w:val="00EA6C76"/>
    <w:rsid w:val="00EA70CD"/>
    <w:rsid w:val="00EB17C1"/>
    <w:rsid w:val="00EB462D"/>
    <w:rsid w:val="00EB5A75"/>
    <w:rsid w:val="00EC1FA4"/>
    <w:rsid w:val="00EC3DF9"/>
    <w:rsid w:val="00EC78AC"/>
    <w:rsid w:val="00ED0458"/>
    <w:rsid w:val="00ED16BC"/>
    <w:rsid w:val="00ED4626"/>
    <w:rsid w:val="00ED76A4"/>
    <w:rsid w:val="00EE5346"/>
    <w:rsid w:val="00EE5412"/>
    <w:rsid w:val="00EF7F14"/>
    <w:rsid w:val="00F00760"/>
    <w:rsid w:val="00F02754"/>
    <w:rsid w:val="00F040EF"/>
    <w:rsid w:val="00F12C74"/>
    <w:rsid w:val="00F17BBE"/>
    <w:rsid w:val="00F26E32"/>
    <w:rsid w:val="00F30B51"/>
    <w:rsid w:val="00F30E09"/>
    <w:rsid w:val="00F31576"/>
    <w:rsid w:val="00F3304D"/>
    <w:rsid w:val="00F354A0"/>
    <w:rsid w:val="00F569A0"/>
    <w:rsid w:val="00F6239A"/>
    <w:rsid w:val="00F708D5"/>
    <w:rsid w:val="00F70D6F"/>
    <w:rsid w:val="00F71C4B"/>
    <w:rsid w:val="00F72210"/>
    <w:rsid w:val="00F76F28"/>
    <w:rsid w:val="00F77EFE"/>
    <w:rsid w:val="00F80EDA"/>
    <w:rsid w:val="00F8378C"/>
    <w:rsid w:val="00F83C36"/>
    <w:rsid w:val="00F8723C"/>
    <w:rsid w:val="00F94A9F"/>
    <w:rsid w:val="00F9500C"/>
    <w:rsid w:val="00FA3E40"/>
    <w:rsid w:val="00FA4336"/>
    <w:rsid w:val="00FB1FB1"/>
    <w:rsid w:val="00FB3025"/>
    <w:rsid w:val="00FB3A40"/>
    <w:rsid w:val="00FB7076"/>
    <w:rsid w:val="00FC2E76"/>
    <w:rsid w:val="00FD198C"/>
    <w:rsid w:val="00FD4FB6"/>
    <w:rsid w:val="00FD688D"/>
    <w:rsid w:val="00FE0652"/>
    <w:rsid w:val="00FE2BB5"/>
    <w:rsid w:val="00FE6439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3CE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89F"/>
  </w:style>
  <w:style w:type="paragraph" w:styleId="Nadpis1">
    <w:name w:val="heading 1"/>
    <w:basedOn w:val="Normln"/>
    <w:next w:val="Normln"/>
    <w:qFormat/>
    <w:rsid w:val="003A1B3B"/>
    <w:pPr>
      <w:keepNext/>
      <w:jc w:val="both"/>
      <w:outlineLvl w:val="0"/>
    </w:pPr>
    <w:rPr>
      <w:b/>
      <w:snapToGrid w:val="0"/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5E689F"/>
    <w:pPr>
      <w:keepNext/>
      <w:outlineLvl w:val="1"/>
    </w:pPr>
    <w:rPr>
      <w:b/>
      <w:sz w:val="24"/>
      <w:u w:val="single"/>
    </w:rPr>
  </w:style>
  <w:style w:type="paragraph" w:styleId="Nadpis6">
    <w:name w:val="heading 6"/>
    <w:basedOn w:val="Normln"/>
    <w:next w:val="Normln"/>
    <w:link w:val="Nadpis6Char"/>
    <w:qFormat/>
    <w:rsid w:val="005E689F"/>
    <w:pPr>
      <w:keepNext/>
      <w:numPr>
        <w:numId w:val="3"/>
      </w:numPr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D556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D556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D5569"/>
  </w:style>
  <w:style w:type="paragraph" w:styleId="Podtitul">
    <w:name w:val="Subtitle"/>
    <w:basedOn w:val="Normln"/>
    <w:qFormat/>
    <w:rsid w:val="003A1B3B"/>
    <w:pPr>
      <w:jc w:val="center"/>
    </w:pPr>
    <w:rPr>
      <w:b/>
      <w:snapToGrid w:val="0"/>
      <w:sz w:val="28"/>
    </w:rPr>
  </w:style>
  <w:style w:type="paragraph" w:styleId="Zkladntext">
    <w:name w:val="Body Text"/>
    <w:basedOn w:val="Normln"/>
    <w:rsid w:val="003A1B3B"/>
    <w:pPr>
      <w:jc w:val="both"/>
    </w:pPr>
    <w:rPr>
      <w:snapToGrid w:val="0"/>
    </w:rPr>
  </w:style>
  <w:style w:type="paragraph" w:styleId="Zkladntextodsazen2">
    <w:name w:val="Body Text Indent 2"/>
    <w:basedOn w:val="Normln"/>
    <w:rsid w:val="003A1B3B"/>
    <w:pPr>
      <w:widowControl w:val="0"/>
      <w:ind w:firstLine="567"/>
      <w:jc w:val="both"/>
    </w:pPr>
  </w:style>
  <w:style w:type="paragraph" w:styleId="Zkladntextodsazen">
    <w:name w:val="Body Text Indent"/>
    <w:basedOn w:val="Normln"/>
    <w:rsid w:val="001F613F"/>
    <w:pPr>
      <w:spacing w:after="120"/>
      <w:ind w:left="283"/>
    </w:pPr>
  </w:style>
  <w:style w:type="character" w:customStyle="1" w:styleId="Nadpis2Char">
    <w:name w:val="Nadpis 2 Char"/>
    <w:basedOn w:val="Standardnpsmoodstavce"/>
    <w:link w:val="Nadpis2"/>
    <w:rsid w:val="005E689F"/>
    <w:rPr>
      <w:b/>
      <w:sz w:val="24"/>
      <w:u w:val="single"/>
    </w:rPr>
  </w:style>
  <w:style w:type="character" w:customStyle="1" w:styleId="Nadpis6Char">
    <w:name w:val="Nadpis 6 Char"/>
    <w:basedOn w:val="Standardnpsmoodstavce"/>
    <w:link w:val="Nadpis6"/>
    <w:rsid w:val="005E689F"/>
    <w:rPr>
      <w:rFonts w:ascii="Arial" w:hAnsi="Arial"/>
      <w:b/>
    </w:rPr>
  </w:style>
  <w:style w:type="paragraph" w:styleId="Zkladntext3">
    <w:name w:val="Body Text 3"/>
    <w:basedOn w:val="Normln"/>
    <w:rsid w:val="009274EF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05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05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7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89F"/>
  </w:style>
  <w:style w:type="paragraph" w:styleId="Nadpis1">
    <w:name w:val="heading 1"/>
    <w:basedOn w:val="Normln"/>
    <w:next w:val="Normln"/>
    <w:qFormat/>
    <w:rsid w:val="003A1B3B"/>
    <w:pPr>
      <w:keepNext/>
      <w:jc w:val="both"/>
      <w:outlineLvl w:val="0"/>
    </w:pPr>
    <w:rPr>
      <w:b/>
      <w:snapToGrid w:val="0"/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5E689F"/>
    <w:pPr>
      <w:keepNext/>
      <w:outlineLvl w:val="1"/>
    </w:pPr>
    <w:rPr>
      <w:b/>
      <w:sz w:val="24"/>
      <w:u w:val="single"/>
    </w:rPr>
  </w:style>
  <w:style w:type="paragraph" w:styleId="Nadpis6">
    <w:name w:val="heading 6"/>
    <w:basedOn w:val="Normln"/>
    <w:next w:val="Normln"/>
    <w:link w:val="Nadpis6Char"/>
    <w:qFormat/>
    <w:rsid w:val="005E689F"/>
    <w:pPr>
      <w:keepNext/>
      <w:numPr>
        <w:numId w:val="3"/>
      </w:numPr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D556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D556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D5569"/>
  </w:style>
  <w:style w:type="paragraph" w:styleId="Podtitul">
    <w:name w:val="Subtitle"/>
    <w:basedOn w:val="Normln"/>
    <w:qFormat/>
    <w:rsid w:val="003A1B3B"/>
    <w:pPr>
      <w:jc w:val="center"/>
    </w:pPr>
    <w:rPr>
      <w:b/>
      <w:snapToGrid w:val="0"/>
      <w:sz w:val="28"/>
    </w:rPr>
  </w:style>
  <w:style w:type="paragraph" w:styleId="Zkladntext">
    <w:name w:val="Body Text"/>
    <w:basedOn w:val="Normln"/>
    <w:rsid w:val="003A1B3B"/>
    <w:pPr>
      <w:jc w:val="both"/>
    </w:pPr>
    <w:rPr>
      <w:snapToGrid w:val="0"/>
    </w:rPr>
  </w:style>
  <w:style w:type="paragraph" w:styleId="Zkladntextodsazen2">
    <w:name w:val="Body Text Indent 2"/>
    <w:basedOn w:val="Normln"/>
    <w:rsid w:val="003A1B3B"/>
    <w:pPr>
      <w:widowControl w:val="0"/>
      <w:ind w:firstLine="567"/>
      <w:jc w:val="both"/>
    </w:pPr>
  </w:style>
  <w:style w:type="paragraph" w:styleId="Zkladntextodsazen">
    <w:name w:val="Body Text Indent"/>
    <w:basedOn w:val="Normln"/>
    <w:rsid w:val="001F613F"/>
    <w:pPr>
      <w:spacing w:after="120"/>
      <w:ind w:left="283"/>
    </w:pPr>
  </w:style>
  <w:style w:type="character" w:customStyle="1" w:styleId="Nadpis2Char">
    <w:name w:val="Nadpis 2 Char"/>
    <w:basedOn w:val="Standardnpsmoodstavce"/>
    <w:link w:val="Nadpis2"/>
    <w:rsid w:val="005E689F"/>
    <w:rPr>
      <w:b/>
      <w:sz w:val="24"/>
      <w:u w:val="single"/>
    </w:rPr>
  </w:style>
  <w:style w:type="character" w:customStyle="1" w:styleId="Nadpis6Char">
    <w:name w:val="Nadpis 6 Char"/>
    <w:basedOn w:val="Standardnpsmoodstavce"/>
    <w:link w:val="Nadpis6"/>
    <w:rsid w:val="005E689F"/>
    <w:rPr>
      <w:rFonts w:ascii="Arial" w:hAnsi="Arial"/>
      <w:b/>
    </w:rPr>
  </w:style>
  <w:style w:type="paragraph" w:styleId="Zkladntext3">
    <w:name w:val="Body Text 3"/>
    <w:basedOn w:val="Normln"/>
    <w:rsid w:val="009274EF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05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05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7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&#225;ce\Povod&#237;\2010\700029%20Bystr&#225;%20D.Habartice%20&#345;.km%202,520-2,590\Text\Povod&#237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5AC5476-6B97-4955-87EC-5B0C8DE2283A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Povodí.dot</Template>
  <TotalTime>499</TotalTime>
  <Pages>3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:</vt:lpstr>
    </vt:vector>
  </TitlesOfParts>
  <Company>unknown company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:</dc:title>
  <dc:creator>Jan Jirásek</dc:creator>
  <cp:lastModifiedBy>Marie Sýkorová</cp:lastModifiedBy>
  <cp:revision>11</cp:revision>
  <cp:lastPrinted>2015-01-09T00:02:00Z</cp:lastPrinted>
  <dcterms:created xsi:type="dcterms:W3CDTF">2018-09-14T09:49:00Z</dcterms:created>
  <dcterms:modified xsi:type="dcterms:W3CDTF">2019-06-11T07:11:00Z</dcterms:modified>
</cp:coreProperties>
</file>